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E903C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E903CF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E903CF" w:rsidP="00BA16BB">
      <w:pPr>
        <w:pStyle w:val="SubjectName-ContractCzechRadio"/>
      </w:pPr>
      <w:r w:rsidRPr="006D0812">
        <w:t>Český rozhlas</w:t>
      </w:r>
    </w:p>
    <w:p w:rsidR="00BA16BB" w:rsidRPr="006D0812" w:rsidRDefault="00E903CF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E903CF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E903CF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E903CF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2354E4">
        <w:rPr>
          <w:color w:val="auto"/>
        </w:rPr>
        <w:t>Mgr. Reném Zavoralem, generálním ředitelem</w:t>
      </w:r>
    </w:p>
    <w:p w:rsidR="00BA16BB" w:rsidRPr="007317CC" w:rsidRDefault="00E903CF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E903CF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7220A3" w:rsidRPr="007317CC" w:rsidRDefault="00E903CF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2354E4">
        <w:t>Ing. Jiří Truneček, vedoucí Infrastruktury IT</w:t>
      </w:r>
    </w:p>
    <w:p w:rsidR="007220A3" w:rsidRPr="007317CC" w:rsidRDefault="00E903CF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2354E4">
        <w:t> 221 553 195</w:t>
      </w:r>
    </w:p>
    <w:p w:rsidR="007220A3" w:rsidRPr="007317CC" w:rsidRDefault="00E903CF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2354E4">
        <w:t>Jiri.Trunecek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:rsidR="00182D39" w:rsidRPr="007317CC" w:rsidRDefault="00E903CF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E903CF" w:rsidP="00BA16BB">
      <w:r w:rsidRPr="006D0812">
        <w:t>a</w:t>
      </w:r>
    </w:p>
    <w:p w:rsidR="00BA16BB" w:rsidRPr="006D0812" w:rsidRDefault="00BA16BB" w:rsidP="00BA16BB"/>
    <w:p w:rsidR="006D0812" w:rsidRPr="00DA6D1E" w:rsidRDefault="00E903C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E903CF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E903CF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E903CF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E903CF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E903CF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903CF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903C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903C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E903CF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E903CF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E903C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2354E4">
        <w:t>VZ27_2022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904B57">
        <w:rPr>
          <w:rFonts w:cs="Arial"/>
          <w:b/>
          <w:szCs w:val="20"/>
        </w:rPr>
        <w:t>„</w:t>
      </w:r>
      <w:r w:rsidR="002354E4">
        <w:rPr>
          <w:rFonts w:cs="Arial"/>
          <w:b/>
          <w:szCs w:val="20"/>
        </w:rPr>
        <w:t xml:space="preserve">IPT </w:t>
      </w:r>
      <w:r w:rsidR="00904B57">
        <w:rPr>
          <w:rFonts w:cs="Arial"/>
          <w:b/>
          <w:szCs w:val="20"/>
        </w:rPr>
        <w:t>–</w:t>
      </w:r>
      <w:r w:rsidR="002354E4">
        <w:rPr>
          <w:rFonts w:cs="Arial"/>
          <w:b/>
          <w:szCs w:val="20"/>
        </w:rPr>
        <w:t xml:space="preserve"> podpora</w:t>
      </w:r>
      <w:r w:rsidR="00904B57">
        <w:rPr>
          <w:rFonts w:cs="Arial"/>
          <w:b/>
          <w:szCs w:val="20"/>
        </w:rPr>
        <w:t>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E903CF" w:rsidP="00BA16BB">
      <w:pPr>
        <w:pStyle w:val="Heading-Number-ContractCzechRadio"/>
      </w:pPr>
      <w:r w:rsidRPr="006D0812">
        <w:t>Předmět smlouvy</w:t>
      </w:r>
    </w:p>
    <w:p w:rsidR="004545D6" w:rsidRDefault="00E903CF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E903CF" w:rsidP="00F33F35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F33F35">
        <w:t xml:space="preserve"> spočívající v</w:t>
      </w:r>
      <w:r>
        <w:t xml:space="preserve"> </w:t>
      </w:r>
      <w:r w:rsidR="00F33F35">
        <w:t>podpoře</w:t>
      </w:r>
      <w:r>
        <w:t xml:space="preserve"> SW licencí a souvisejícího</w:t>
      </w:r>
      <w:r w:rsidR="00F33F35">
        <w:t xml:space="preserve"> HW komunikační platformy Cisco </w:t>
      </w:r>
      <w:r w:rsidRPr="00B27C14">
        <w:t>(dále také jako „</w:t>
      </w:r>
      <w:r w:rsidR="00646A22" w:rsidRPr="00F33F35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:rsidR="00BD0C33" w:rsidRDefault="00E903CF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E903CF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E903CF" w:rsidP="00BA16BB">
      <w:pPr>
        <w:pStyle w:val="Heading-Number-ContractCzechRadio"/>
      </w:pPr>
      <w:r w:rsidRPr="006D0812">
        <w:t>Místo a doba plnění</w:t>
      </w:r>
    </w:p>
    <w:p w:rsidR="004545D6" w:rsidRPr="004545D6" w:rsidRDefault="00E903CF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285030">
        <w:t>Český rozhlas, Vinohradská 12, 120 99 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:rsidR="004545D6" w:rsidRDefault="00E903CF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0F2F34">
        <w:t xml:space="preserve">po dobu 36 měsíců ode dne účinnosti této smlouvy. </w:t>
      </w:r>
    </w:p>
    <w:p w:rsidR="004545D6" w:rsidRDefault="00E903CF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E903CF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E903CF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E903CF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E903CF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AC12E5">
        <w:t>K ceně</w:t>
      </w:r>
      <w:r w:rsidR="00BF732F" w:rsidRPr="00AF32E6">
        <w:t xml:space="preserve"> </w:t>
      </w:r>
      <w:r w:rsidR="00BF732F">
        <w:t xml:space="preserve">bude </w:t>
      </w:r>
      <w:r w:rsidR="00AC12E5">
        <w:t xml:space="preserve">přičtena DPH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E903CF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E903CF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285030">
        <w:t xml:space="preserve">zahájení </w:t>
      </w:r>
      <w:r w:rsidRPr="00B27C14">
        <w:t>poskyt</w:t>
      </w:r>
      <w:r w:rsidR="00285030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285030">
        <w:t xml:space="preserve">zahájení </w:t>
      </w:r>
      <w:r w:rsidRPr="00B27C14">
        <w:t>poskyt</w:t>
      </w:r>
      <w:r w:rsidR="00285030">
        <w:t xml:space="preserve">ování </w:t>
      </w:r>
      <w:r w:rsidRPr="00B27C14">
        <w:t xml:space="preserve">služeb dle této smlouvy. </w:t>
      </w:r>
    </w:p>
    <w:p w:rsidR="000F0134" w:rsidRDefault="00E903CF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E903CF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</w:t>
      </w:r>
      <w:r w:rsidRPr="00B27C14">
        <w:lastRenderedPageBreak/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E903CF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E903CF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E903CF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E903CF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:rsidR="00882671" w:rsidRPr="00882671" w:rsidRDefault="00E903CF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E903CF" w:rsidP="00A11BC0">
      <w:pPr>
        <w:pStyle w:val="Heading-Number-ContractCzechRadio"/>
      </w:pPr>
      <w:r>
        <w:t>Kvalita služeb</w:t>
      </w:r>
    </w:p>
    <w:p w:rsidR="00214A85" w:rsidRPr="002616F2" w:rsidRDefault="00E903CF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E903CF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E903CF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E903CF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E903CF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E903CF" w:rsidP="008D1F83">
      <w:pPr>
        <w:pStyle w:val="Heading-Number-ContractCzechRadio"/>
      </w:pPr>
      <w:r w:rsidRPr="006D0812">
        <w:t>Změny smlouvy</w:t>
      </w:r>
    </w:p>
    <w:p w:rsidR="008D1F83" w:rsidRPr="006D0812" w:rsidRDefault="00E903CF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E903CF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2A300" wp14:editId="796435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2A300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E903CF" w:rsidP="00A11BC0">
      <w:pPr>
        <w:pStyle w:val="Heading-Number-ContractCzechRadio"/>
      </w:pPr>
      <w:r>
        <w:t>Práva a povinnosti smluvních stran</w:t>
      </w:r>
    </w:p>
    <w:p w:rsidR="00B979C9" w:rsidRDefault="00E903CF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E903CF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E903CF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E903CF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E903CF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E903CF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E903C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E903CF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E903CF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E903CF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E903CF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E903CF" w:rsidP="00A11BC0">
      <w:pPr>
        <w:pStyle w:val="Heading-Number-ContractCzechRadio"/>
      </w:pPr>
      <w:r w:rsidRPr="006D0812">
        <w:t>Sankce</w:t>
      </w:r>
    </w:p>
    <w:p w:rsidR="00BF05E5" w:rsidRPr="000F0134" w:rsidRDefault="00E903CF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33F35" w:rsidRPr="00F33F35">
        <w:rPr>
          <w:b/>
        </w:rPr>
        <w:t>1.</w:t>
      </w:r>
      <w:r w:rsidR="00285030" w:rsidRPr="00F33F35">
        <w:rPr>
          <w:b/>
        </w:rPr>
        <w:t>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E903CF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33F35" w:rsidRPr="00F33F35">
        <w:rPr>
          <w:b/>
        </w:rPr>
        <w:t>1.</w:t>
      </w:r>
      <w:r w:rsidR="00285030" w:rsidRPr="00F33F35">
        <w:rPr>
          <w:b/>
        </w:rPr>
        <w:t>000,</w:t>
      </w:r>
      <w:r w:rsidR="00285030">
        <w:t>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E903CF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E903CF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E903C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E903CF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E903CF" w:rsidP="000F0134">
      <w:pPr>
        <w:pStyle w:val="Heading-Number-ContractCzechRadio"/>
      </w:pPr>
      <w:r>
        <w:t>Zánik smlouvy</w:t>
      </w:r>
    </w:p>
    <w:p w:rsidR="00CD36A1" w:rsidRPr="008A4986" w:rsidRDefault="00E903CF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E903CF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E903CF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E903CF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E903CF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285030">
        <w:t>10</w:t>
      </w:r>
      <w:r w:rsidRPr="00BF05E5">
        <w:t xml:space="preserve"> dní</w:t>
      </w:r>
      <w:r>
        <w:t>;</w:t>
      </w:r>
    </w:p>
    <w:p w:rsidR="004B1672" w:rsidRDefault="00E903CF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E903CF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E903CF" w:rsidP="004B1672">
      <w:pPr>
        <w:pStyle w:val="ListLetter-ContractCzechRadio"/>
        <w:jc w:val="both"/>
      </w:pPr>
      <w:r>
        <w:t>je</w:t>
      </w:r>
      <w:r w:rsidR="001B7DDB">
        <w:t>-</w:t>
      </w:r>
      <w:r>
        <w:t>li to stanoveno touto smlouvou</w:t>
      </w:r>
      <w:r w:rsidRPr="00CF2EDD">
        <w:t>.</w:t>
      </w:r>
    </w:p>
    <w:p w:rsidR="004B1672" w:rsidRPr="004B1672" w:rsidRDefault="00E903CF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772A02" w:rsidRDefault="00E903CF" w:rsidP="000F0134">
      <w:pPr>
        <w:pStyle w:val="Heading-Number-ContractCzechRadio"/>
      </w:pPr>
      <w:r>
        <w:t>Mlčenlivost</w:t>
      </w:r>
    </w:p>
    <w:p w:rsidR="00772A02" w:rsidRDefault="00E903CF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:rsidR="00772A02" w:rsidRDefault="00E903CF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:rsidR="00772A02" w:rsidRDefault="00E903CF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:rsidR="00772A02" w:rsidRDefault="00E903CF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:rsidR="00772A02" w:rsidRDefault="00E903CF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:rsidR="00772A02" w:rsidRDefault="00E903CF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:rsidR="00772A02" w:rsidRDefault="00E903CF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F33F35">
        <w:rPr>
          <w:b/>
        </w:rPr>
        <w:t>20.</w:t>
      </w:r>
      <w:r w:rsidR="00D355D3" w:rsidRPr="00F33F35">
        <w:rPr>
          <w:b/>
        </w:rPr>
        <w:t>000</w:t>
      </w:r>
      <w:r w:rsidRPr="00F33F35">
        <w:rPr>
          <w:b/>
          <w:bCs/>
        </w:rPr>
        <w:t>,</w:t>
      </w:r>
      <w:r w:rsidRPr="008A4986">
        <w:rPr>
          <w:b/>
          <w:bCs/>
        </w:rPr>
        <w:t>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:rsidR="00F33F35" w:rsidRPr="00772A02" w:rsidRDefault="00F33F35" w:rsidP="00F33F35">
      <w:pPr>
        <w:pStyle w:val="ListNumber-ContractCzechRadio"/>
        <w:numPr>
          <w:ilvl w:val="0"/>
          <w:numId w:val="0"/>
        </w:numPr>
        <w:ind w:left="312"/>
      </w:pPr>
    </w:p>
    <w:p w:rsidR="00F043FF" w:rsidRDefault="00E903CF" w:rsidP="000F0134">
      <w:pPr>
        <w:pStyle w:val="Heading-Number-ContractCzechRadio"/>
      </w:pPr>
      <w:r>
        <w:lastRenderedPageBreak/>
        <w:t>Další ustanovení</w:t>
      </w:r>
    </w:p>
    <w:p w:rsidR="00F043FF" w:rsidRDefault="00E903CF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E903C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E903C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E903C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E903CF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E903CF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E903CF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E903CF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E903CF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E903CF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E903CF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E903CF" w:rsidP="00AA6ED4">
      <w:pPr>
        <w:pStyle w:val="ListNumber-ContractCzechRadio"/>
      </w:pPr>
      <w:r>
        <w:lastRenderedPageBreak/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E903CF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E903CF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E903CF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E903CF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D355D3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E903CF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D355D3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E903CF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D355D3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5A65C4" w:rsidTr="008653F5">
        <w:trPr>
          <w:jc w:val="center"/>
        </w:trPr>
        <w:tc>
          <w:tcPr>
            <w:tcW w:w="4366" w:type="dxa"/>
          </w:tcPr>
          <w:p w:rsidR="00BA16BB" w:rsidRPr="006D0812" w:rsidRDefault="00E903CF" w:rsidP="00D355D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D355D3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D355D3">
              <w:t>………………..</w:t>
            </w:r>
          </w:p>
        </w:tc>
        <w:tc>
          <w:tcPr>
            <w:tcW w:w="4366" w:type="dxa"/>
          </w:tcPr>
          <w:p w:rsidR="00BA16BB" w:rsidRPr="006D0812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5A65C4" w:rsidTr="008653F5">
        <w:trPr>
          <w:trHeight w:val="704"/>
          <w:jc w:val="center"/>
        </w:trPr>
        <w:tc>
          <w:tcPr>
            <w:tcW w:w="4366" w:type="dxa"/>
          </w:tcPr>
          <w:p w:rsidR="00BA16BB" w:rsidRDefault="00E903CF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D355D3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355D3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E903CF" w:rsidP="00D355D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355D3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E903C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E903C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D355D3" w:rsidRDefault="005A4E62" w:rsidP="00D355D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bookmarkStart w:id="0" w:name="_GoBack"/>
      <w:bookmarkEnd w:id="0"/>
      <w:r w:rsidRPr="005A4E62">
        <w:rPr>
          <w:b/>
        </w:rPr>
        <w:lastRenderedPageBreak/>
        <w:t>Příloha č. 1 – Specifikace služeb a ceny</w:t>
      </w:r>
    </w:p>
    <w:p w:rsidR="00D355D3" w:rsidRDefault="00E903CF" w:rsidP="00D355D3">
      <w:pPr>
        <w:jc w:val="both"/>
      </w:pPr>
      <w:r>
        <w:t>Podpora SW licencí a souvisejícího HW komunikační platformy Cisco.</w:t>
      </w:r>
    </w:p>
    <w:p w:rsidR="00D355D3" w:rsidRDefault="00E903CF" w:rsidP="00D355D3">
      <w:pPr>
        <w:jc w:val="both"/>
      </w:pPr>
      <w:r>
        <w:t xml:space="preserve">Podpora musí </w:t>
      </w:r>
      <w:r w:rsidRPr="001C75EF">
        <w:t xml:space="preserve">zajistit </w:t>
      </w:r>
      <w:r>
        <w:t xml:space="preserve">pokračující </w:t>
      </w:r>
      <w:r w:rsidRPr="001C75EF">
        <w:t xml:space="preserve">provoz služby pro </w:t>
      </w:r>
      <w:r>
        <w:t xml:space="preserve">všechny zaměstnance společnosti Český rozhlas, kdy každý zaměstnanec musí využívat plné funkcionalit platformy </w:t>
      </w:r>
      <w:r w:rsidRPr="00426C41">
        <w:t>Cisco Unified Communications Manager</w:t>
      </w:r>
      <w:r>
        <w:t>.</w:t>
      </w:r>
    </w:p>
    <w:p w:rsidR="00D355D3" w:rsidRDefault="00E903CF" w:rsidP="00D355D3">
      <w:pPr>
        <w:jc w:val="both"/>
      </w:pPr>
      <w:r>
        <w:t xml:space="preserve">Zadavatel požaduje pokrýt licencemi jak IP telefonní systém společnosti, který je nyní provozován na platformě Cisco UCM, tak </w:t>
      </w:r>
      <w:r w:rsidRPr="00111C29">
        <w:t>licenční požadavky na schůzky, komunikaci přes zprávy v rámci platformy Webex tak také stávající videokonferenční jednotky (to jak v cloudovém, tak on-premise režimu).</w:t>
      </w:r>
    </w:p>
    <w:p w:rsidR="00D355D3" w:rsidRPr="001C75EF" w:rsidRDefault="00E903CF" w:rsidP="00D355D3">
      <w:pPr>
        <w:jc w:val="both"/>
      </w:pPr>
      <w:r>
        <w:t>Zadavatel dále požaduje podporu nahrávání hovorů Eleveo (ZOOM).</w:t>
      </w:r>
    </w:p>
    <w:p w:rsidR="00804208" w:rsidRDefault="00804208" w:rsidP="00D355D3">
      <w:pPr>
        <w:pStyle w:val="SubjectSpecification-ContractCzechRadio"/>
        <w:jc w:val="both"/>
        <w:rPr>
          <w:b/>
          <w:color w:val="auto"/>
        </w:rPr>
      </w:pPr>
    </w:p>
    <w:p w:rsidR="00D355D3" w:rsidRPr="00FB2F7B" w:rsidRDefault="00E903CF" w:rsidP="00D355D3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požadavků: </w:t>
      </w:r>
    </w:p>
    <w:p w:rsidR="00D355D3" w:rsidRPr="00FB2F7B" w:rsidRDefault="00D355D3" w:rsidP="00D355D3">
      <w:pPr>
        <w:pStyle w:val="SubjectSpecification-ContractCzechRadio"/>
        <w:jc w:val="both"/>
        <w:rPr>
          <w:b/>
          <w:color w:val="auto"/>
        </w:rPr>
      </w:pPr>
    </w:p>
    <w:p w:rsidR="00D355D3" w:rsidRPr="00FB2F7B" w:rsidRDefault="00E903CF" w:rsidP="00D355D3">
      <w:pPr>
        <w:pStyle w:val="ListLetter-ContractCzechRadio"/>
        <w:jc w:val="both"/>
      </w:pPr>
      <w:r w:rsidRPr="00FB2F7B">
        <w:t>telefonicky na servicedesk poskytovatele tel. č. [</w:t>
      </w:r>
      <w:r w:rsidRPr="00FB2F7B">
        <w:rPr>
          <w:b/>
          <w:highlight w:val="yellow"/>
        </w:rPr>
        <w:t>DOPLNIT</w:t>
      </w:r>
      <w:r w:rsidRPr="00FB2F7B">
        <w:t>] nebo e-mailem [</w:t>
      </w:r>
      <w:r w:rsidRPr="00FB2F7B">
        <w:rPr>
          <w:b/>
          <w:highlight w:val="yellow"/>
        </w:rPr>
        <w:t>DOPLNIT</w:t>
      </w:r>
      <w:r w:rsidRPr="00FB2F7B">
        <w:t xml:space="preserve">]. </w:t>
      </w:r>
    </w:p>
    <w:p w:rsidR="00D355D3" w:rsidRPr="00FB2F7B" w:rsidRDefault="00E903CF" w:rsidP="00D355D3">
      <w:pPr>
        <w:pStyle w:val="ListLetter-ContractCzechRadio"/>
        <w:jc w:val="both"/>
      </w:pPr>
      <w:r w:rsidRPr="00FB2F7B">
        <w:t>požadavky je objednatel oprávněn vznášet v režimu 8 x 5 (v pracovní dny 9,00 – 17,00 hodin).</w:t>
      </w:r>
    </w:p>
    <w:p w:rsidR="00D355D3" w:rsidRPr="00FB2F7B" w:rsidRDefault="00E903CF" w:rsidP="00D355D3">
      <w:pPr>
        <w:pStyle w:val="SubjectName-ContractCzechRadio"/>
        <w:jc w:val="both"/>
        <w:rPr>
          <w:b w:val="0"/>
          <w:color w:val="auto"/>
        </w:rPr>
      </w:pPr>
      <w:r w:rsidRPr="00FB2F7B">
        <w:rPr>
          <w:b w:val="0"/>
          <w:color w:val="auto"/>
        </w:rPr>
        <w:t>Odstranění vady nahlášené objednatelem je poskytovatel povinen provést následujícím způsobem:</w:t>
      </w:r>
    </w:p>
    <w:p w:rsidR="00D355D3" w:rsidRPr="00FB2F7B" w:rsidRDefault="00D355D3" w:rsidP="00D355D3">
      <w:pPr>
        <w:pStyle w:val="SubjectSpecification-ContractCzechRadio"/>
        <w:rPr>
          <w:color w:val="auto"/>
        </w:rPr>
      </w:pPr>
    </w:p>
    <w:p w:rsidR="00D355D3" w:rsidRPr="00AC70D4" w:rsidRDefault="00E903CF" w:rsidP="00D355D3">
      <w:pPr>
        <w:pStyle w:val="ListLetter-ContractCzechRadio"/>
        <w:numPr>
          <w:ilvl w:val="0"/>
          <w:numId w:val="43"/>
        </w:numPr>
        <w:jc w:val="both"/>
        <w:rPr>
          <w:b/>
        </w:rPr>
      </w:pPr>
      <w:r w:rsidRPr="00FB2F7B">
        <w:rPr>
          <w:b/>
        </w:rPr>
        <w:t xml:space="preserve">telefonickou konzultací – </w:t>
      </w:r>
      <w:r w:rsidRPr="00FB2F7B">
        <w:t>pracovník HotLine poskytovatele se pokusí odstranit nahlášenou vadu po telefonu. Pokud to není možné, dohodne se pracovníkem objednatele na nezbytné součinnosti a řeší vadu osobním zásahem on-site</w:t>
      </w:r>
    </w:p>
    <w:p w:rsidR="00D355D3" w:rsidRPr="00AC70D4" w:rsidRDefault="00E903CF" w:rsidP="00D355D3">
      <w:pPr>
        <w:pStyle w:val="ListLetter-ContractCzechRadio"/>
        <w:numPr>
          <w:ilvl w:val="0"/>
          <w:numId w:val="43"/>
        </w:numPr>
        <w:jc w:val="both"/>
        <w:rPr>
          <w:b/>
        </w:rPr>
      </w:pPr>
      <w:r>
        <w:rPr>
          <w:b/>
        </w:rPr>
        <w:t>vzdáleným</w:t>
      </w:r>
      <w:r>
        <w:t xml:space="preserve"> </w:t>
      </w:r>
      <w:r w:rsidRPr="00FB2F7B">
        <w:rPr>
          <w:b/>
        </w:rPr>
        <w:t>přístupem</w:t>
      </w:r>
      <w:r>
        <w:t>,</w:t>
      </w:r>
    </w:p>
    <w:p w:rsidR="00D355D3" w:rsidRDefault="00E903CF" w:rsidP="00D355D3">
      <w:pPr>
        <w:pStyle w:val="ListLetter-ContractCzechRadio"/>
        <w:numPr>
          <w:ilvl w:val="0"/>
          <w:numId w:val="43"/>
        </w:numPr>
        <w:jc w:val="both"/>
      </w:pPr>
      <w:r w:rsidRPr="00207A7E">
        <w:rPr>
          <w:b/>
        </w:rPr>
        <w:t>zásahem on-site</w:t>
      </w:r>
      <w:r>
        <w:t>.</w:t>
      </w:r>
      <w:r w:rsidRPr="00FB2F7B">
        <w:t xml:space="preserve"> </w:t>
      </w:r>
    </w:p>
    <w:p w:rsidR="00D355D3" w:rsidRPr="00207A7E" w:rsidRDefault="00E903CF" w:rsidP="00D355D3">
      <w:pPr>
        <w:pStyle w:val="ListLetter-ContractCzechRadio"/>
        <w:numPr>
          <w:ilvl w:val="0"/>
          <w:numId w:val="0"/>
        </w:numPr>
        <w:ind w:left="312"/>
        <w:jc w:val="both"/>
      </w:pPr>
      <w:r>
        <w:t>Zadavatel</w:t>
      </w:r>
      <w:r w:rsidRPr="00207A7E">
        <w:t xml:space="preserve"> je v případě prodlení poskytovatele s provedením opravy oprávněn opravit zařízení sám prostřednictvím výrobce či jiné odborně způsobilé osoby zařízení na náklady poskytovatele.</w:t>
      </w:r>
    </w:p>
    <w:p w:rsidR="00D355D3" w:rsidRDefault="00E903CF" w:rsidP="00D355D3">
      <w:pPr>
        <w:spacing w:before="240" w:after="160" w:line="25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požaduje support výrobce, který zahrnuje:</w:t>
      </w:r>
    </w:p>
    <w:p w:rsidR="00D355D3" w:rsidRPr="007B7EDB" w:rsidRDefault="00E903CF" w:rsidP="00D355D3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 xml:space="preserve">Poskytnutí telefonního a e-mailového kontaktu na Service Desk pro zadávání a sledování stavu incidentů a servisních požadavků v režimu 365/24/7. Tento Service Desk bude přístupný pro neomezený počet oprávněných uživatelů na straně Objednatele a jeho servisní organizace. </w:t>
      </w:r>
    </w:p>
    <w:p w:rsidR="00D355D3" w:rsidRPr="007B7EDB" w:rsidRDefault="00E903CF" w:rsidP="00D355D3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Přímý přístup Objednatele k softwaru výrobce (bug fix releases, minor updates) v rozsahu relevantním k souboru zařízení pokrytému servisní službou s výjimkou zařízení, u nichž výrobce ukončil podporu.</w:t>
      </w:r>
    </w:p>
    <w:p w:rsidR="00D355D3" w:rsidRPr="007B7EDB" w:rsidRDefault="00E903CF" w:rsidP="00D355D3">
      <w:pPr>
        <w:pStyle w:val="Odstavecseseznamem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Nejpozději do 1 měsíce od nabytí účinnosti této Smlouvy doloží Poskytovatel potvrzení výrobce zařízení Cisco o zakoupení podpory Software Cisco na celé období plnění dle tohoto článku, a to s detailním soupisem zařízení s uvedením konkrétních instance number, z něhož bude vyplývat:</w:t>
      </w:r>
    </w:p>
    <w:p w:rsidR="00D355D3" w:rsidRPr="007B7EDB" w:rsidRDefault="00E903CF" w:rsidP="00D355D3">
      <w:pPr>
        <w:pStyle w:val="Odstavecseseznamem"/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přímého přístupu Objednatele a jeho servisní organizace k softwaru výrobce (bug fix releases, minor updates);</w:t>
      </w:r>
    </w:p>
    <w:p w:rsidR="00D355D3" w:rsidRPr="007B7EDB" w:rsidRDefault="00E903CF" w:rsidP="00D355D3">
      <w:pPr>
        <w:pStyle w:val="Odstavecseseznamem"/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poskytování servisní podpory ve spolupráci s výrobcem v rámci nabídnutých odezev;</w:t>
      </w:r>
    </w:p>
    <w:p w:rsidR="00D355D3" w:rsidRPr="007B7EDB" w:rsidRDefault="00E903CF" w:rsidP="00D355D3">
      <w:pPr>
        <w:pStyle w:val="Odstavecseseznamem"/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t>garance zabezpečení servisní podpory přímo výrobcem zařízení;</w:t>
      </w:r>
    </w:p>
    <w:p w:rsidR="00D355D3" w:rsidRDefault="00E903CF" w:rsidP="00D355D3">
      <w:pPr>
        <w:pStyle w:val="Odstavecseseznamem"/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60" w:line="260" w:lineRule="atLeast"/>
        <w:jc w:val="both"/>
        <w:rPr>
          <w:rFonts w:cs="Arial"/>
        </w:rPr>
      </w:pPr>
      <w:r w:rsidRPr="007B7EDB">
        <w:rPr>
          <w:rFonts w:cs="Arial"/>
        </w:rPr>
        <w:lastRenderedPageBreak/>
        <w:t>garance přímého přístupu Objednatele a jeho servisní organizace na TAC (Technical Assistance Center) supportního centra výrobce zařízení v případě nespokojenosti Objednatele s postupem Poskytovatele.</w:t>
      </w:r>
    </w:p>
    <w:p w:rsidR="00D355D3" w:rsidRPr="009B58CE" w:rsidRDefault="00E903CF" w:rsidP="00D355D3">
      <w:pPr>
        <w:rPr>
          <w:rFonts w:cs="Arial"/>
        </w:rPr>
      </w:pPr>
      <w:r w:rsidRPr="009B58CE">
        <w:rPr>
          <w:rFonts w:cs="Arial"/>
        </w:rPr>
        <w:t>Uchazeč také, tři měsíce před skončením období, na které je Software Cisco nakoupen, připraví soupis Software Cisco pro dokoupení na následné období včetně klíčových termínů ukončení dostupnosti supportu výrobce.</w:t>
      </w:r>
    </w:p>
    <w:p w:rsidR="00D355D3" w:rsidRDefault="00D355D3" w:rsidP="00D355D3">
      <w:pPr>
        <w:pStyle w:val="SubjectSpecification-ContractCzechRadio"/>
      </w:pPr>
    </w:p>
    <w:p w:rsidR="00D355D3" w:rsidRDefault="00D355D3" w:rsidP="00D355D3">
      <w:pPr>
        <w:pStyle w:val="SubjectSpecification-ContractCzechRadio"/>
      </w:pPr>
    </w:p>
    <w:p w:rsidR="007277E7" w:rsidRDefault="00E903CF" w:rsidP="0080420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both"/>
      </w:pPr>
      <w:r w:rsidRPr="009744DE">
        <w:rPr>
          <w:b/>
          <w:caps/>
        </w:rPr>
        <w:t>specifikace podporovan</w:t>
      </w:r>
      <w:r>
        <w:rPr>
          <w:b/>
          <w:caps/>
        </w:rPr>
        <w:t>ÉHO SW a HW</w:t>
      </w:r>
      <w:r w:rsidRPr="009744DE">
        <w:rPr>
          <w:b/>
          <w:caps/>
        </w:rPr>
        <w:t xml:space="preserve"> </w:t>
      </w:r>
    </w:p>
    <w:tbl>
      <w:tblPr>
        <w:tblW w:w="8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3940"/>
        <w:gridCol w:w="920"/>
        <w:gridCol w:w="1420"/>
      </w:tblGrid>
      <w:tr w:rsidR="00C0465E" w:rsidRPr="00C0465E" w:rsidTr="00C0465E">
        <w:trPr>
          <w:trHeight w:val="9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Produkt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 za celé období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CUCM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Access Smart License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Enhanced Smart License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49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Unified Communications Manager Smart License - Pro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Unity Connection Smart License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UCCX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49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One Unity Connection 11.x User - All user Features-eDelivery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Videokonference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CMS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Webex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Eleveo Call Recording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Eleveo Call Recording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78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Eleveo High Availability for Call Recording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HW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FGL2105107S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FGL2105107R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FCZ2233407P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Cisco VG310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VG310; SN: FCZ23054049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VG450-144FXS/K9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VG450-144FXS/K9; SN: FDO2535M0EV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ISR4331-V/K9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ISR4331-V/K9; SN: FDO2541M1KV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ISR4331-V/K9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PN: ISR4331-V/K9; SN: FDO2541M1KW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21%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C0465E" w:rsidRPr="00C0465E" w:rsidTr="00C0465E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včetně DPH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65E" w:rsidRPr="00C0465E" w:rsidRDefault="00C0465E" w:rsidP="00C0465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0465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:rsidR="00C0465E" w:rsidRDefault="00C0465E" w:rsidP="00C0465E">
      <w:pPr>
        <w:pStyle w:val="SubjectName-ContractCzechRadio"/>
      </w:pPr>
    </w:p>
    <w:p w:rsidR="00C0465E" w:rsidRDefault="00C0465E" w:rsidP="0023258C">
      <w:pPr>
        <w:pStyle w:val="SubjectName-ContractCzechRadio"/>
        <w:jc w:val="center"/>
      </w:pPr>
    </w:p>
    <w:p w:rsidR="00731E1C" w:rsidRPr="006D0812" w:rsidRDefault="00E903CF" w:rsidP="0023258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 w:rsidR="00BD5324">
        <w:t xml:space="preserve"> č. </w:t>
      </w:r>
      <w:r w:rsidR="00D355D3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E903CF" w:rsidP="00731E1C">
      <w:pPr>
        <w:pStyle w:val="SubjectName-ContractCzechRadio"/>
      </w:pPr>
      <w:r w:rsidRPr="006D0812">
        <w:t>Český rozhlas</w:t>
      </w:r>
    </w:p>
    <w:p w:rsidR="00731E1C" w:rsidRPr="006D0812" w:rsidRDefault="00E903CF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D355D3" w:rsidRPr="007317CC" w:rsidRDefault="00E903CF" w:rsidP="00D355D3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:rsidR="00D355D3" w:rsidRPr="007317CC" w:rsidRDefault="00E903CF" w:rsidP="00D355D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:rsidR="00D355D3" w:rsidRPr="007317CC" w:rsidRDefault="00E903CF" w:rsidP="00D355D3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:rsidR="00731E1C" w:rsidRPr="008653F5" w:rsidRDefault="00E903CF" w:rsidP="00731E1C">
      <w:pPr>
        <w:pStyle w:val="SubjectSpecification-ContractCzechRadio"/>
      </w:pPr>
      <w:r w:rsidRPr="008653F5">
        <w:t xml:space="preserve"> 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E903CF" w:rsidP="00731E1C">
      <w:r w:rsidRPr="006D0812">
        <w:t>a</w:t>
      </w:r>
    </w:p>
    <w:p w:rsidR="00731E1C" w:rsidRPr="006D0812" w:rsidRDefault="00731E1C" w:rsidP="00731E1C"/>
    <w:p w:rsidR="00731E1C" w:rsidRPr="006D0812" w:rsidRDefault="00E903CF" w:rsidP="00731E1C">
      <w:pPr>
        <w:pStyle w:val="SubjectName-ContractCzechRadio"/>
      </w:pPr>
      <w:r w:rsidRPr="006D0812">
        <w:t>Název</w:t>
      </w:r>
    </w:p>
    <w:p w:rsidR="00731E1C" w:rsidRPr="008653F5" w:rsidRDefault="00E903CF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E903CF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E903CF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E903CF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E903CF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:rsidR="0079034E" w:rsidRPr="006D0812" w:rsidRDefault="00E903CF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E903CF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E903CF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E903CF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E903CF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E903CF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E903CF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E903CF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A65C4" w:rsidTr="008653F5">
        <w:trPr>
          <w:jc w:val="center"/>
        </w:trPr>
        <w:tc>
          <w:tcPr>
            <w:tcW w:w="3974" w:type="dxa"/>
          </w:tcPr>
          <w:p w:rsidR="0079034E" w:rsidRPr="006D0812" w:rsidRDefault="00E903CF" w:rsidP="00D355D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D355D3">
              <w:t>Praze</w:t>
            </w:r>
            <w:r w:rsidRPr="006D0812">
              <w:t xml:space="preserve"> dne </w:t>
            </w:r>
            <w:r w:rsidR="00D355D3">
              <w:t>………………..</w:t>
            </w:r>
          </w:p>
        </w:tc>
        <w:tc>
          <w:tcPr>
            <w:tcW w:w="3964" w:type="dxa"/>
          </w:tcPr>
          <w:p w:rsidR="0079034E" w:rsidRPr="006D0812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5A65C4" w:rsidTr="008653F5">
        <w:trPr>
          <w:jc w:val="center"/>
        </w:trPr>
        <w:tc>
          <w:tcPr>
            <w:tcW w:w="3974" w:type="dxa"/>
          </w:tcPr>
          <w:p w:rsidR="0079034E" w:rsidRDefault="00E903CF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D355D3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355D3">
              <w:rPr>
                <w:rFonts w:cs="Arial"/>
                <w:b/>
                <w:szCs w:val="20"/>
              </w:rPr>
              <w:t>Ing. Jiří Truneček</w:t>
            </w:r>
          </w:p>
          <w:p w:rsidR="008653F5" w:rsidRPr="006D0812" w:rsidRDefault="00E903CF" w:rsidP="00D355D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:rsidR="0079034E" w:rsidRDefault="00E903C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E903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E903C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5C7827" w:rsidRPr="00414B5D" w:rsidRDefault="00E903CF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D355D3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E903CF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E903CF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5C7827" w:rsidRDefault="00E903CF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5C7827" w:rsidRDefault="00E903CF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5C7827" w:rsidRDefault="00E903CF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5C7827" w:rsidRDefault="00E903CF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E903CF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5C7827" w:rsidRDefault="00E903CF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E903CF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5C7827" w:rsidRDefault="00E903CF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5C7827" w:rsidRDefault="00E903CF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E903CF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E903CF" w:rsidP="005C7827">
      <w:pPr>
        <w:pStyle w:val="ListNumber-ContractCzechRadio"/>
      </w:pPr>
      <w:r>
        <w:t>Externí osoby jsou zejména povinny:</w:t>
      </w:r>
    </w:p>
    <w:p w:rsidR="005C7827" w:rsidRDefault="00E903CF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5C7827" w:rsidRDefault="00E903CF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E903CF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E903CF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E903CF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5C7827" w:rsidRDefault="00E903CF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E903CF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E903CF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5C7827" w:rsidRDefault="00E903CF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5C7827" w:rsidRDefault="00E903CF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E903CF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E903CF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E903CF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E903CF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5C7827" w:rsidRDefault="00E903CF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E903CF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5C7827" w:rsidRDefault="00E903CF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E903CF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E903CF" w:rsidP="005C7827">
      <w:pPr>
        <w:pStyle w:val="ListNumber-ContractCzechRadio"/>
      </w:pPr>
      <w:r>
        <w:t>Externí osoby jsou zejména povinny:</w:t>
      </w:r>
    </w:p>
    <w:p w:rsidR="005C7827" w:rsidRDefault="00E903CF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E903CF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5C7827" w:rsidRDefault="00E903CF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E903CF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E903CF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E903CF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5C7827" w:rsidRDefault="00E903CF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E903CF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F8B" w:rsidRDefault="00487F8B">
      <w:pPr>
        <w:spacing w:line="240" w:lineRule="auto"/>
      </w:pPr>
      <w:r>
        <w:separator/>
      </w:r>
    </w:p>
  </w:endnote>
  <w:endnote w:type="continuationSeparator" w:id="0">
    <w:p w:rsidR="00487F8B" w:rsidRDefault="00487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E903C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487F8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54ED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A54ED7" w:rsidRPr="00A54ED7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487F8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903C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903C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903C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54ED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E903C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903CF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A54ED7" w:rsidRPr="00A54ED7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Pr="00B5596D" w:rsidRDefault="00E903C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487F8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54ED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903C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A54ED7" w:rsidRPr="00A54ED7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487F8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903C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903C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903C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54ED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903C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903CF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A54ED7" w:rsidRPr="00A54ED7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F8B" w:rsidRDefault="00487F8B">
      <w:pPr>
        <w:spacing w:line="240" w:lineRule="auto"/>
      </w:pPr>
      <w:r>
        <w:separator/>
      </w:r>
    </w:p>
  </w:footnote>
  <w:footnote w:type="continuationSeparator" w:id="0">
    <w:p w:rsidR="00487F8B" w:rsidRDefault="00487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E903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73" w:rsidRDefault="00E903C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224E7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224E7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C70CBDA8">
      <w:start w:val="1"/>
      <w:numFmt w:val="decimal"/>
      <w:lvlText w:val="%1."/>
      <w:lvlJc w:val="left"/>
      <w:pPr>
        <w:ind w:left="1291" w:hanging="360"/>
      </w:pPr>
    </w:lvl>
    <w:lvl w:ilvl="1" w:tplc="76201FC4" w:tentative="1">
      <w:start w:val="1"/>
      <w:numFmt w:val="lowerLetter"/>
      <w:lvlText w:val="%2."/>
      <w:lvlJc w:val="left"/>
      <w:pPr>
        <w:ind w:left="2011" w:hanging="360"/>
      </w:pPr>
    </w:lvl>
    <w:lvl w:ilvl="2" w:tplc="F2AC52D6" w:tentative="1">
      <w:start w:val="1"/>
      <w:numFmt w:val="lowerRoman"/>
      <w:lvlText w:val="%3."/>
      <w:lvlJc w:val="right"/>
      <w:pPr>
        <w:ind w:left="2731" w:hanging="180"/>
      </w:pPr>
    </w:lvl>
    <w:lvl w:ilvl="3" w:tplc="33DE2E64" w:tentative="1">
      <w:start w:val="1"/>
      <w:numFmt w:val="decimal"/>
      <w:lvlText w:val="%4."/>
      <w:lvlJc w:val="left"/>
      <w:pPr>
        <w:ind w:left="3451" w:hanging="360"/>
      </w:pPr>
    </w:lvl>
    <w:lvl w:ilvl="4" w:tplc="2D66F2EE" w:tentative="1">
      <w:start w:val="1"/>
      <w:numFmt w:val="lowerLetter"/>
      <w:lvlText w:val="%5."/>
      <w:lvlJc w:val="left"/>
      <w:pPr>
        <w:ind w:left="4171" w:hanging="360"/>
      </w:pPr>
    </w:lvl>
    <w:lvl w:ilvl="5" w:tplc="4AF8979A" w:tentative="1">
      <w:start w:val="1"/>
      <w:numFmt w:val="lowerRoman"/>
      <w:lvlText w:val="%6."/>
      <w:lvlJc w:val="right"/>
      <w:pPr>
        <w:ind w:left="4891" w:hanging="180"/>
      </w:pPr>
    </w:lvl>
    <w:lvl w:ilvl="6" w:tplc="5D446AAC" w:tentative="1">
      <w:start w:val="1"/>
      <w:numFmt w:val="decimal"/>
      <w:lvlText w:val="%7."/>
      <w:lvlJc w:val="left"/>
      <w:pPr>
        <w:ind w:left="5611" w:hanging="360"/>
      </w:pPr>
    </w:lvl>
    <w:lvl w:ilvl="7" w:tplc="B08C6342" w:tentative="1">
      <w:start w:val="1"/>
      <w:numFmt w:val="lowerLetter"/>
      <w:lvlText w:val="%8."/>
      <w:lvlJc w:val="left"/>
      <w:pPr>
        <w:ind w:left="6331" w:hanging="360"/>
      </w:pPr>
    </w:lvl>
    <w:lvl w:ilvl="8" w:tplc="4B1AA820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155D2A"/>
    <w:multiLevelType w:val="hybridMultilevel"/>
    <w:tmpl w:val="CEF0655A"/>
    <w:lvl w:ilvl="0" w:tplc="7A70B11E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785A7ED2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D18EC02A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80548C68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F6F004B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D61EC218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9FCE2FC0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2DF8D414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8F30A024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302EA22E">
      <w:start w:val="1"/>
      <w:numFmt w:val="decimal"/>
      <w:lvlText w:val="%1."/>
      <w:lvlJc w:val="left"/>
      <w:pPr>
        <w:ind w:left="720" w:hanging="360"/>
      </w:pPr>
    </w:lvl>
    <w:lvl w:ilvl="1" w:tplc="39C6C5CA" w:tentative="1">
      <w:start w:val="1"/>
      <w:numFmt w:val="lowerLetter"/>
      <w:lvlText w:val="%2."/>
      <w:lvlJc w:val="left"/>
      <w:pPr>
        <w:ind w:left="1440" w:hanging="360"/>
      </w:pPr>
    </w:lvl>
    <w:lvl w:ilvl="2" w:tplc="4BCC48EC" w:tentative="1">
      <w:start w:val="1"/>
      <w:numFmt w:val="lowerRoman"/>
      <w:lvlText w:val="%3."/>
      <w:lvlJc w:val="right"/>
      <w:pPr>
        <w:ind w:left="2160" w:hanging="180"/>
      </w:pPr>
    </w:lvl>
    <w:lvl w:ilvl="3" w:tplc="0BE4A9FC" w:tentative="1">
      <w:start w:val="1"/>
      <w:numFmt w:val="decimal"/>
      <w:lvlText w:val="%4."/>
      <w:lvlJc w:val="left"/>
      <w:pPr>
        <w:ind w:left="2880" w:hanging="360"/>
      </w:pPr>
    </w:lvl>
    <w:lvl w:ilvl="4" w:tplc="9BDCB892" w:tentative="1">
      <w:start w:val="1"/>
      <w:numFmt w:val="lowerLetter"/>
      <w:lvlText w:val="%5."/>
      <w:lvlJc w:val="left"/>
      <w:pPr>
        <w:ind w:left="3600" w:hanging="360"/>
      </w:pPr>
    </w:lvl>
    <w:lvl w:ilvl="5" w:tplc="39F00082" w:tentative="1">
      <w:start w:val="1"/>
      <w:numFmt w:val="lowerRoman"/>
      <w:lvlText w:val="%6."/>
      <w:lvlJc w:val="right"/>
      <w:pPr>
        <w:ind w:left="4320" w:hanging="180"/>
      </w:pPr>
    </w:lvl>
    <w:lvl w:ilvl="6" w:tplc="F4BED542" w:tentative="1">
      <w:start w:val="1"/>
      <w:numFmt w:val="decimal"/>
      <w:lvlText w:val="%7."/>
      <w:lvlJc w:val="left"/>
      <w:pPr>
        <w:ind w:left="5040" w:hanging="360"/>
      </w:pPr>
    </w:lvl>
    <w:lvl w:ilvl="7" w:tplc="EA102598" w:tentative="1">
      <w:start w:val="1"/>
      <w:numFmt w:val="lowerLetter"/>
      <w:lvlText w:val="%8."/>
      <w:lvlJc w:val="left"/>
      <w:pPr>
        <w:ind w:left="5760" w:hanging="360"/>
      </w:pPr>
    </w:lvl>
    <w:lvl w:ilvl="8" w:tplc="C07E2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297A741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764292C" w:tentative="1">
      <w:start w:val="1"/>
      <w:numFmt w:val="lowerLetter"/>
      <w:lvlText w:val="%2."/>
      <w:lvlJc w:val="left"/>
      <w:pPr>
        <w:ind w:left="1392" w:hanging="360"/>
      </w:pPr>
    </w:lvl>
    <w:lvl w:ilvl="2" w:tplc="E47C279C" w:tentative="1">
      <w:start w:val="1"/>
      <w:numFmt w:val="lowerRoman"/>
      <w:lvlText w:val="%3."/>
      <w:lvlJc w:val="right"/>
      <w:pPr>
        <w:ind w:left="2112" w:hanging="180"/>
      </w:pPr>
    </w:lvl>
    <w:lvl w:ilvl="3" w:tplc="DAAEC584" w:tentative="1">
      <w:start w:val="1"/>
      <w:numFmt w:val="decimal"/>
      <w:lvlText w:val="%4."/>
      <w:lvlJc w:val="left"/>
      <w:pPr>
        <w:ind w:left="2832" w:hanging="360"/>
      </w:pPr>
    </w:lvl>
    <w:lvl w:ilvl="4" w:tplc="FFDC2CE0" w:tentative="1">
      <w:start w:val="1"/>
      <w:numFmt w:val="lowerLetter"/>
      <w:lvlText w:val="%5."/>
      <w:lvlJc w:val="left"/>
      <w:pPr>
        <w:ind w:left="3552" w:hanging="360"/>
      </w:pPr>
    </w:lvl>
    <w:lvl w:ilvl="5" w:tplc="E22C5CC4" w:tentative="1">
      <w:start w:val="1"/>
      <w:numFmt w:val="lowerRoman"/>
      <w:lvlText w:val="%6."/>
      <w:lvlJc w:val="right"/>
      <w:pPr>
        <w:ind w:left="4272" w:hanging="180"/>
      </w:pPr>
    </w:lvl>
    <w:lvl w:ilvl="6" w:tplc="2BB05ED8" w:tentative="1">
      <w:start w:val="1"/>
      <w:numFmt w:val="decimal"/>
      <w:lvlText w:val="%7."/>
      <w:lvlJc w:val="left"/>
      <w:pPr>
        <w:ind w:left="4992" w:hanging="360"/>
      </w:pPr>
    </w:lvl>
    <w:lvl w:ilvl="7" w:tplc="EC4261A2" w:tentative="1">
      <w:start w:val="1"/>
      <w:numFmt w:val="lowerLetter"/>
      <w:lvlText w:val="%8."/>
      <w:lvlJc w:val="left"/>
      <w:pPr>
        <w:ind w:left="5712" w:hanging="360"/>
      </w:pPr>
    </w:lvl>
    <w:lvl w:ilvl="8" w:tplc="D81E94F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0E508968">
      <w:start w:val="1"/>
      <w:numFmt w:val="lowerLetter"/>
      <w:lvlText w:val="%1)"/>
      <w:lvlJc w:val="left"/>
      <w:pPr>
        <w:ind w:left="720" w:hanging="360"/>
      </w:pPr>
    </w:lvl>
    <w:lvl w:ilvl="1" w:tplc="FD50B0EC" w:tentative="1">
      <w:start w:val="1"/>
      <w:numFmt w:val="lowerLetter"/>
      <w:lvlText w:val="%2."/>
      <w:lvlJc w:val="left"/>
      <w:pPr>
        <w:ind w:left="1440" w:hanging="360"/>
      </w:pPr>
    </w:lvl>
    <w:lvl w:ilvl="2" w:tplc="CAFA9226" w:tentative="1">
      <w:start w:val="1"/>
      <w:numFmt w:val="lowerRoman"/>
      <w:lvlText w:val="%3."/>
      <w:lvlJc w:val="right"/>
      <w:pPr>
        <w:ind w:left="2160" w:hanging="180"/>
      </w:pPr>
    </w:lvl>
    <w:lvl w:ilvl="3" w:tplc="519A06F8" w:tentative="1">
      <w:start w:val="1"/>
      <w:numFmt w:val="decimal"/>
      <w:lvlText w:val="%4."/>
      <w:lvlJc w:val="left"/>
      <w:pPr>
        <w:ind w:left="2880" w:hanging="360"/>
      </w:pPr>
    </w:lvl>
    <w:lvl w:ilvl="4" w:tplc="A8EA9858" w:tentative="1">
      <w:start w:val="1"/>
      <w:numFmt w:val="lowerLetter"/>
      <w:lvlText w:val="%5."/>
      <w:lvlJc w:val="left"/>
      <w:pPr>
        <w:ind w:left="3600" w:hanging="360"/>
      </w:pPr>
    </w:lvl>
    <w:lvl w:ilvl="5" w:tplc="EF7C31EC" w:tentative="1">
      <w:start w:val="1"/>
      <w:numFmt w:val="lowerRoman"/>
      <w:lvlText w:val="%6."/>
      <w:lvlJc w:val="right"/>
      <w:pPr>
        <w:ind w:left="4320" w:hanging="180"/>
      </w:pPr>
    </w:lvl>
    <w:lvl w:ilvl="6" w:tplc="82B26B60" w:tentative="1">
      <w:start w:val="1"/>
      <w:numFmt w:val="decimal"/>
      <w:lvlText w:val="%7."/>
      <w:lvlJc w:val="left"/>
      <w:pPr>
        <w:ind w:left="5040" w:hanging="360"/>
      </w:pPr>
    </w:lvl>
    <w:lvl w:ilvl="7" w:tplc="BB8A335E" w:tentative="1">
      <w:start w:val="1"/>
      <w:numFmt w:val="lowerLetter"/>
      <w:lvlText w:val="%8."/>
      <w:lvlJc w:val="left"/>
      <w:pPr>
        <w:ind w:left="5760" w:hanging="360"/>
      </w:pPr>
    </w:lvl>
    <w:lvl w:ilvl="8" w:tplc="E9B45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5CA6C622">
      <w:start w:val="1"/>
      <w:numFmt w:val="lowerLetter"/>
      <w:lvlText w:val="%1)"/>
      <w:lvlJc w:val="left"/>
      <w:pPr>
        <w:ind w:left="720" w:hanging="360"/>
      </w:pPr>
    </w:lvl>
    <w:lvl w:ilvl="1" w:tplc="809C543C">
      <w:start w:val="1"/>
      <w:numFmt w:val="lowerLetter"/>
      <w:lvlText w:val="%2."/>
      <w:lvlJc w:val="left"/>
      <w:pPr>
        <w:ind w:left="1440" w:hanging="360"/>
      </w:pPr>
    </w:lvl>
    <w:lvl w:ilvl="2" w:tplc="0FE63BBE">
      <w:start w:val="1"/>
      <w:numFmt w:val="lowerRoman"/>
      <w:lvlText w:val="%3."/>
      <w:lvlJc w:val="right"/>
      <w:pPr>
        <w:ind w:left="2160" w:hanging="180"/>
      </w:pPr>
    </w:lvl>
    <w:lvl w:ilvl="3" w:tplc="4F664D48">
      <w:start w:val="1"/>
      <w:numFmt w:val="decimal"/>
      <w:lvlText w:val="%4."/>
      <w:lvlJc w:val="left"/>
      <w:pPr>
        <w:ind w:left="2880" w:hanging="360"/>
      </w:pPr>
    </w:lvl>
    <w:lvl w:ilvl="4" w:tplc="517EB2B0">
      <w:start w:val="1"/>
      <w:numFmt w:val="lowerLetter"/>
      <w:lvlText w:val="%5."/>
      <w:lvlJc w:val="left"/>
      <w:pPr>
        <w:ind w:left="3600" w:hanging="360"/>
      </w:pPr>
    </w:lvl>
    <w:lvl w:ilvl="5" w:tplc="883CF25E">
      <w:start w:val="1"/>
      <w:numFmt w:val="lowerRoman"/>
      <w:lvlText w:val="%6."/>
      <w:lvlJc w:val="right"/>
      <w:pPr>
        <w:ind w:left="4320" w:hanging="180"/>
      </w:pPr>
    </w:lvl>
    <w:lvl w:ilvl="6" w:tplc="95C07E88">
      <w:start w:val="1"/>
      <w:numFmt w:val="decimal"/>
      <w:lvlText w:val="%7."/>
      <w:lvlJc w:val="left"/>
      <w:pPr>
        <w:ind w:left="5040" w:hanging="360"/>
      </w:pPr>
    </w:lvl>
    <w:lvl w:ilvl="7" w:tplc="B1D015FE">
      <w:start w:val="1"/>
      <w:numFmt w:val="lowerLetter"/>
      <w:lvlText w:val="%8."/>
      <w:lvlJc w:val="left"/>
      <w:pPr>
        <w:ind w:left="5760" w:hanging="360"/>
      </w:pPr>
    </w:lvl>
    <w:lvl w:ilvl="8" w:tplc="09BE0D1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1F767CA"/>
    <w:multiLevelType w:val="hybridMultilevel"/>
    <w:tmpl w:val="7B12CD08"/>
    <w:lvl w:ilvl="0" w:tplc="0C127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6BB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8AB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CF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A5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E3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84E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C40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7C2D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B0EE7"/>
    <w:multiLevelType w:val="hybridMultilevel"/>
    <w:tmpl w:val="B440AF98"/>
    <w:lvl w:ilvl="0" w:tplc="CE3A301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B5CD8E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C462A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17A0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D8ECD2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6FCEF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926AF8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D1863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C041C7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28"/>
  </w:num>
  <w:num w:numId="8">
    <w:abstractNumId w:val="26"/>
  </w:num>
  <w:num w:numId="9">
    <w:abstractNumId w:val="5"/>
  </w:num>
  <w:num w:numId="10">
    <w:abstractNumId w:val="5"/>
  </w:num>
  <w:num w:numId="11">
    <w:abstractNumId w:val="2"/>
  </w:num>
  <w:num w:numId="12">
    <w:abstractNumId w:val="25"/>
  </w:num>
  <w:num w:numId="13">
    <w:abstractNumId w:val="11"/>
  </w:num>
  <w:num w:numId="14">
    <w:abstractNumId w:val="27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3"/>
  </w:num>
  <w:num w:numId="4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20CE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0F2F34"/>
    <w:rsid w:val="0010037A"/>
    <w:rsid w:val="00100883"/>
    <w:rsid w:val="00102AB2"/>
    <w:rsid w:val="00106A74"/>
    <w:rsid w:val="00107439"/>
    <w:rsid w:val="00111C2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B7DDB"/>
    <w:rsid w:val="001C2B09"/>
    <w:rsid w:val="001C2C10"/>
    <w:rsid w:val="001C2D07"/>
    <w:rsid w:val="001C316E"/>
    <w:rsid w:val="001C75EF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07A7E"/>
    <w:rsid w:val="0021137E"/>
    <w:rsid w:val="00211DFA"/>
    <w:rsid w:val="00214A85"/>
    <w:rsid w:val="002152C1"/>
    <w:rsid w:val="00224E73"/>
    <w:rsid w:val="00227C1D"/>
    <w:rsid w:val="0023258C"/>
    <w:rsid w:val="002354E4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5030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6C41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87F8B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4E62"/>
    <w:rsid w:val="005A65C4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0F99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B7EDB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04208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4B57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4DE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58CE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4ED7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12E5"/>
    <w:rsid w:val="00AC70D4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65E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01354"/>
    <w:rsid w:val="00D136A8"/>
    <w:rsid w:val="00D14011"/>
    <w:rsid w:val="00D207E3"/>
    <w:rsid w:val="00D3093F"/>
    <w:rsid w:val="00D34B52"/>
    <w:rsid w:val="00D355D3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1677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03CF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3F3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2F7B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CB4C"/>
  <w15:docId w15:val="{C5437375-0FB6-4802-9E30-79A6632B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,List Paragraph1,Odstavec s názvem"/>
    <w:basedOn w:val="Normln"/>
    <w:link w:val="OdstavecseseznamemChar"/>
    <w:uiPriority w:val="99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List Paragraph (Czech Radio) Char,List Paragraph1 Char,Odstavec s názvem Char"/>
    <w:basedOn w:val="Standardnpsmoodstavce"/>
    <w:link w:val="Odstavecseseznamem"/>
    <w:uiPriority w:val="99"/>
    <w:qFormat/>
    <w:rsid w:val="00D355D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6901DA1-497C-41A1-A8DD-E2D7B514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4991</Words>
  <Characters>29451</Characters>
  <Application>Microsoft Office Word</Application>
  <DocSecurity>0</DocSecurity>
  <Lines>245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5</cp:revision>
  <cp:lastPrinted>2022-09-22T20:42:00Z</cp:lastPrinted>
  <dcterms:created xsi:type="dcterms:W3CDTF">2022-08-25T13:22:00Z</dcterms:created>
  <dcterms:modified xsi:type="dcterms:W3CDTF">2022-09-22T20:48:00Z</dcterms:modified>
</cp:coreProperties>
</file>