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VZ61_2020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Svoz odpadu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