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167E1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167E1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E4F0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167E13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VZ27_2022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IPT - podpora</w:t>
            </w:r>
          </w:p>
        </w:tc>
      </w:tr>
      <w:tr w:rsidR="00BE4F0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E4F0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67E1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E4F0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167E1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E4F0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67E1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E4F0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67E1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E4F0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167E1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E4F0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E4F0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E4F0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E4F0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E4F0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E4F0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E4F0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167E1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167E1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167E1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167E13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167E13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proofErr w:type="gramStart"/>
      <w:r w:rsidR="00515B8D">
        <w:rPr>
          <w:rFonts w:ascii="Arial" w:hAnsi="Arial" w:cs="Arial"/>
          <w:sz w:val="20"/>
          <w:szCs w:val="20"/>
        </w:rPr>
        <w:t xml:space="preserve">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167E13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243063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243063">
        <w:rPr>
          <w:rFonts w:ascii="Arial" w:hAnsi="Arial" w:cs="Arial"/>
          <w:sz w:val="20"/>
          <w:szCs w:val="20"/>
        </w:rPr>
        <w:t>st. 1 Seznam významných</w:t>
      </w:r>
      <w:r w:rsidR="00657AF1" w:rsidRPr="00657AF1">
        <w:rPr>
          <w:rFonts w:ascii="Arial" w:hAnsi="Arial" w:cs="Arial"/>
          <w:sz w:val="20"/>
          <w:szCs w:val="20"/>
        </w:rPr>
        <w:t xml:space="preserve">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="00243063">
        <w:rPr>
          <w:rFonts w:ascii="Arial" w:hAnsi="Arial" w:cs="Arial"/>
          <w:sz w:val="20"/>
          <w:szCs w:val="20"/>
        </w:rPr>
        <w:t xml:space="preserve"> uvádí seznam 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243063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243063" w:rsidRDefault="0024306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243063" w:rsidRDefault="0024306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243063" w:rsidRDefault="0024306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243063" w:rsidRPr="00447B8F" w:rsidRDefault="00243063" w:rsidP="00593E12">
      <w:pPr>
        <w:pStyle w:val="Odstavecseseznamem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167E1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E4F05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67E1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67E1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E4F05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67E1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67E1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E4F0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67E1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67E1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E4F05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67E1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67E1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E4F0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67E1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67E1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167E1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E4F05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67E1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67E1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E4F05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67E1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67E1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E4F0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67E1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67E1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E4F05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67E1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67E1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E4F0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67E1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67E1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167E13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167E1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167E1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E13" w:rsidRDefault="00167E13">
      <w:r>
        <w:separator/>
      </w:r>
    </w:p>
  </w:endnote>
  <w:endnote w:type="continuationSeparator" w:id="0">
    <w:p w:rsidR="00167E13" w:rsidRDefault="0016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167E1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E13" w:rsidRDefault="00167E13">
      <w:r>
        <w:separator/>
      </w:r>
    </w:p>
  </w:footnote>
  <w:footnote w:type="continuationSeparator" w:id="0">
    <w:p w:rsidR="00167E13" w:rsidRDefault="00167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167E1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753E2FB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BA81A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BE26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8ED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6B6DA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4495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A013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EC53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F4D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E5E663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A626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E3ABB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AD208F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DE29B8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77CB6A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EFC748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43E6D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2787C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14064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642FC6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6E65BD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260CE2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B687A6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ACEDA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6FA567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560436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37C70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F5D81E0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4FA08F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59A03D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D00222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DCE8A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F2EFAE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C3E50D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7EEC21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82CA1E9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281870E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0C6B79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82C8BDD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12C999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F9A84A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F1E44D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D9CA40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AC0C94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3CA90F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3C85D3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128987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2CC99E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5B6FFE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DB066F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B254BCC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E60822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FF02A7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41C976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3A2283D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5548007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940E63A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562B67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CD8D06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960EE2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3CB2E6F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266EC2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F09AC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11E310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8DE8E9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DECC7F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F184D9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FF6664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A860E4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678AC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3C659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2C8D0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644059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3A63D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D2521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EE8D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7E74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F218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C40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D68D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7C26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AF70005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B9431A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064030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410A3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328E83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EB2ACC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6C4247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3005D4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E5C041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208E2A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99C19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1E08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6A1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28A1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E2AC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B0A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D4C6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CFC65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6D8B30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88442E6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EEC2481C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B3C6372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1C16D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7DB404C6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A1A6070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18B07FA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8724778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F230BD2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D92EAD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88500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BF41D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982615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0C04E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AEACB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41800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22ABEE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68AA20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89F01EF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D02041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47C474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00828C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994C50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32835A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AC2F14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3960C6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0A281AA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107257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50E08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7E7C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B6F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E036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F3A39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98A1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AE9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D0FA91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D8CA7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AB84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E568D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B0F6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2E82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4C8F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2C82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56C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719014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0B23E1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5569F6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4A32D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2E642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532A00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902F68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CE449B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80634A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F8264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00821C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A8EA82B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56C70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74604D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6E508CE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BB07FF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BC3284F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94E0ECB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3878D45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4DD2E9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60DB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8A6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B8F8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4C0FF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721A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465C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2E7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3F8C1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F09C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6C87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052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6ACD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C0F5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220C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5EB9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0E73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2B90AB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42D0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10D0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D64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1AA5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F2E8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7636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2F5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9EC9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BD30850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D481F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C0A2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FCE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6C3B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AEBE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686A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044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ECF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846DE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F8E48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F627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505D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2841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06B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4851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445A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F687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BFA510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4369E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E20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158A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4CDB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A40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301A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485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509C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9B4C374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30B88B6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9C2E0B7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33A12F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EE4DD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C14655C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2B0A9B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7D9AD8F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C1CE8F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DA2AF89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5263FE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E6815C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8CE729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3D904BB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08A452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CE6F9D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84901DF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62887DB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1E70F8F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E80957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E294F75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EF6647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63A07FB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D7220F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3B929F0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7B6045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D2D8358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E4EA8E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BC04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CA7F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A200E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1655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3E244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14E5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38AB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A6B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67E13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3063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4F05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15B77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2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Havrda Martin</cp:lastModifiedBy>
  <cp:revision>5</cp:revision>
  <cp:lastPrinted>2018-04-18T10:56:00Z</cp:lastPrinted>
  <dcterms:created xsi:type="dcterms:W3CDTF">2019-06-04T09:28:00Z</dcterms:created>
  <dcterms:modified xsi:type="dcterms:W3CDTF">2022-08-31T08:32:00Z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