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380CC5" w14:textId="6E7F8762" w:rsidR="002F447F" w:rsidRPr="002F447F" w:rsidRDefault="00814279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bookmarkStart w:id="0" w:name="_GoBack"/>
      <w:bookmarkEnd w:id="0"/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814279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MR33_2021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Bezpečnostní služby pro Český rozhlas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C22D8F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814279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C22D8F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8142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81427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22D8F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8142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8142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8142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81427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22D8F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8142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22D8F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8142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22D8F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8142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22D8F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8142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22D8F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8142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22D8F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8142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22D8F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814279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C22D8F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814279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C22D8F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8142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81427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22D8F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8142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8142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8142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81427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22D8F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8142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22D8F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81427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814279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81427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81427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81427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81427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814279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814279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2641A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4CA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EC72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F418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28FD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28EC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A820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D2F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1646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84E70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14279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C22D8F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</cp:revision>
  <dcterms:created xsi:type="dcterms:W3CDTF">2021-07-30T14:44:00Z</dcterms:created>
  <dcterms:modified xsi:type="dcterms:W3CDTF">2021-07-30T14:44:00Z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