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46753D1F" w:rsidR="00201690" w:rsidRDefault="00667D1F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Příloha č. 5</w:t>
      </w:r>
    </w:p>
    <w:p w14:paraId="09380CC5" w14:textId="6E7F8762" w:rsidR="002F447F" w:rsidRPr="002F447F" w:rsidRDefault="00667D1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667D1F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MR28_2021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 xml:space="preserve">Rekonstrukce prostorové akustiky vysílacího pracoviště </w:t>
      </w:r>
      <w:proofErr w:type="spellStart"/>
      <w:r w:rsidR="00F4094A" w:rsidRPr="00F4094A">
        <w:rPr>
          <w:rFonts w:ascii="Arial" w:hAnsi="Arial" w:cs="Arial"/>
          <w:b/>
        </w:rPr>
        <w:t>Radio</w:t>
      </w:r>
      <w:proofErr w:type="spellEnd"/>
      <w:r w:rsidR="00F4094A" w:rsidRPr="00F4094A">
        <w:rPr>
          <w:rFonts w:ascii="Arial" w:hAnsi="Arial" w:cs="Arial"/>
          <w:b/>
        </w:rPr>
        <w:t xml:space="preserve"> DAB Praha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C03539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667D1F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C03539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667D1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667D1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03539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667D1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667D1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667D1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667D1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03539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667D1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03539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667D1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03539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667D1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03539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667D1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03539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667D1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03539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667D1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03539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667D1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C03539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667D1F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C03539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667D1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667D1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03539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667D1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667D1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667D1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667D1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03539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667D1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03539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667D1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667D1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667D1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667D1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667D1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667D1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667D1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667D1F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4F7A6A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8A5E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B024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9A6C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5A41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10AD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BA1E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9029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1ED3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25BB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67D1F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C03539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545B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Gottová Eva</cp:lastModifiedBy>
  <cp:revision>2</cp:revision>
  <dcterms:created xsi:type="dcterms:W3CDTF">2021-06-25T08:33:00Z</dcterms:created>
  <dcterms:modified xsi:type="dcterms:W3CDTF">2021-06-25T08:33:00Z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