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MR63_2020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Zajištění povinností OZO podle § 11 zákona č. 133/1985 Sb., o požární ochraně, a zajištění revize a servisu věcných prostř. PO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