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2A0A3C08" w:rsidR="00201690" w:rsidRDefault="007817E7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5</w:t>
      </w:r>
    </w:p>
    <w:p w14:paraId="09380CC5" w14:textId="6E7F8762" w:rsidR="002F447F" w:rsidRPr="002F447F" w:rsidRDefault="007817E7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563EBD10" w:rsidR="00201690" w:rsidRPr="006159EC" w:rsidRDefault="007817E7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E64671">
        <w:rPr>
          <w:rFonts w:ascii="Arial" w:hAnsi="Arial" w:cs="Arial"/>
          <w:b/>
        </w:rPr>
        <w:t>MR50/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2020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Dodávka DAB+ digitálních přijímačů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9F13A9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7817E7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9F13A9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7817E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7817E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F13A9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7817E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7817E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7817E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7817E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F13A9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7817E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F13A9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7817E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F13A9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7817E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F13A9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7817E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F13A9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7817E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F13A9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7817E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F13A9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7817E7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9F13A9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7817E7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9F13A9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7817E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7817E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F13A9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7817E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7817E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7817E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7817E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F13A9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7817E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F13A9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7817E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7817E7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7817E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7817E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7817E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7817E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7817E7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7817E7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98600A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5493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3016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DE42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4E6A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CE73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ECB4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D0AB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CCF4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7817E7"/>
    <w:rsid w:val="0083646C"/>
    <w:rsid w:val="00841E75"/>
    <w:rsid w:val="008A4AC5"/>
    <w:rsid w:val="00950F74"/>
    <w:rsid w:val="009A2E11"/>
    <w:rsid w:val="009B7538"/>
    <w:rsid w:val="009F13A9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64671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7C242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182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10</cp:revision>
  <dcterms:created xsi:type="dcterms:W3CDTF">2019-08-26T17:46:00Z</dcterms:created>
  <dcterms:modified xsi:type="dcterms:W3CDTF">2020-10-27T13:01:00Z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