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E0E72" w14:textId="77777777" w:rsidR="00B102CE" w:rsidRDefault="00B102CE" w:rsidP="00447B8F">
      <w:pPr>
        <w:jc w:val="center"/>
        <w:rPr>
          <w:rFonts w:ascii="Arial" w:hAnsi="Arial" w:cs="Arial"/>
          <w:b/>
        </w:rPr>
      </w:pPr>
    </w:p>
    <w:p w14:paraId="54CE4D3A" w14:textId="4ED26209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8B700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5876FAEC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8B7000">
        <w:rPr>
          <w:rFonts w:ascii="Arial" w:hAnsi="Arial" w:cs="Arial"/>
          <w:b/>
        </w:rPr>
        <w:t xml:space="preserve">referenčních zakázek v rámci technické </w:t>
      </w:r>
      <w:r w:rsidRPr="00447B8F">
        <w:rPr>
          <w:rFonts w:ascii="Arial" w:hAnsi="Arial" w:cs="Arial"/>
          <w:b/>
        </w:rPr>
        <w:t>kvalifikace</w:t>
      </w:r>
      <w:r w:rsidR="008B7000">
        <w:rPr>
          <w:rFonts w:ascii="Arial" w:hAnsi="Arial" w:cs="Arial"/>
          <w:b/>
        </w:rPr>
        <w:t xml:space="preserve"> </w:t>
      </w:r>
      <w:r w:rsidRPr="00447B8F">
        <w:rPr>
          <w:rFonts w:ascii="Arial" w:hAnsi="Arial" w:cs="Arial"/>
          <w:b/>
        </w:rPr>
        <w:t xml:space="preserve">na </w:t>
      </w:r>
      <w:r w:rsidR="00BD6DFE">
        <w:rPr>
          <w:rFonts w:ascii="Arial" w:hAnsi="Arial" w:cs="Arial"/>
          <w:b/>
        </w:rPr>
        <w:t xml:space="preserve">nadlimitní veřejnou zakázku zadávanou v otevřeném řízení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78512A3" w:rsidR="00D8160F" w:rsidRPr="00447B8F" w:rsidRDefault="00D8160F" w:rsidP="008B7000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>
              <w:rPr>
                <w:rFonts w:ascii="Arial" w:hAnsi="Arial" w:cs="Arial"/>
                <w:sz w:val="20"/>
                <w:szCs w:val="20"/>
              </w:rPr>
              <w:t>VZ</w:t>
            </w:r>
            <w:r w:rsidR="008B7000">
              <w:rPr>
                <w:rFonts w:ascii="Arial" w:hAnsi="Arial" w:cs="Arial"/>
                <w:sz w:val="20"/>
                <w:szCs w:val="20"/>
              </w:rPr>
              <w:t>04/2019</w:t>
            </w:r>
            <w:r w:rsidR="006578EC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8B70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6B02">
              <w:rPr>
                <w:rFonts w:ascii="Arial" w:hAnsi="Arial" w:cs="Arial"/>
                <w:sz w:val="20"/>
                <w:szCs w:val="20"/>
              </w:rPr>
              <w:t xml:space="preserve">Analytika </w:t>
            </w:r>
            <w:r w:rsidR="008B7000">
              <w:rPr>
                <w:rFonts w:ascii="Arial" w:hAnsi="Arial" w:cs="Arial"/>
                <w:sz w:val="20"/>
                <w:szCs w:val="20"/>
              </w:rPr>
              <w:t>mluveného slova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607B37B7" w:rsidR="001132CC" w:rsidRPr="00447B8F" w:rsidRDefault="00BC04C5" w:rsidP="00607E65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607E65">
        <w:rPr>
          <w:rFonts w:ascii="Arial" w:hAnsi="Arial" w:cs="Arial"/>
          <w:b/>
          <w:szCs w:val="20"/>
        </w:rPr>
        <w:t xml:space="preserve"> </w:t>
      </w:r>
      <w:r w:rsidR="00607E65" w:rsidRPr="00607E65">
        <w:rPr>
          <w:rFonts w:ascii="Arial" w:hAnsi="Arial" w:cs="Arial"/>
          <w:sz w:val="20"/>
          <w:szCs w:val="20"/>
        </w:rPr>
        <w:t>ke dni podání nabídek splňuje technickou kvalifikaci dle podmínek stanovených v zadávací dokumentaci a dle § 79 ZZZ, a to následujícím způsobem: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E13AD0A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3E23F96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9AE2700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91AE5BE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EC937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9E16C21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FE2787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3F0AFC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9952E14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B15888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422DBDD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85971B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6B8D49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B17F845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19C453B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318E44B" w14:textId="77777777" w:rsidR="00607E65" w:rsidRPr="00447B8F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F23990" w14:textId="0F6A59B9" w:rsidR="008B7000" w:rsidRPr="008B7000" w:rsidRDefault="008B7000" w:rsidP="0044476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A)</w:t>
      </w:r>
    </w:p>
    <w:p w14:paraId="131FED72" w14:textId="1DDCE46C" w:rsidR="00BF5695" w:rsidRPr="008B7000" w:rsidRDefault="00B73AC7" w:rsidP="008B7000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</w:t>
      </w:r>
      <w:r w:rsidR="00BF5695" w:rsidRPr="008B7000">
        <w:rPr>
          <w:rFonts w:ascii="Arial" w:hAnsi="Arial" w:cs="Arial"/>
          <w:b/>
          <w:sz w:val="20"/>
          <w:szCs w:val="20"/>
        </w:rPr>
        <w:t>k</w:t>
      </w:r>
      <w:r w:rsidRPr="008B7000">
        <w:rPr>
          <w:rFonts w:ascii="Arial" w:hAnsi="Arial" w:cs="Arial"/>
          <w:b/>
          <w:sz w:val="20"/>
          <w:szCs w:val="20"/>
        </w:rPr>
        <w:t>a</w:t>
      </w:r>
      <w:r w:rsidR="008B7000" w:rsidRPr="008B7000">
        <w:rPr>
          <w:rFonts w:ascii="Arial" w:hAnsi="Arial" w:cs="Arial"/>
          <w:b/>
          <w:sz w:val="20"/>
          <w:szCs w:val="20"/>
        </w:rPr>
        <w:t xml:space="preserve"> č. 1 (min. hodnota 1.000.000,- Kč bez DPH):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B102CE">
        <w:trPr>
          <w:trHeight w:val="1093"/>
        </w:trPr>
        <w:tc>
          <w:tcPr>
            <w:tcW w:w="4179" w:type="dxa"/>
            <w:shd w:val="clear" w:color="auto" w:fill="auto"/>
          </w:tcPr>
          <w:p w14:paraId="01E19BF7" w14:textId="6434A686" w:rsidR="00593E12" w:rsidRPr="00447B8F" w:rsidRDefault="00593E12" w:rsidP="00B102CE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B102CE"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47290D40" w14:textId="77777777" w:rsidR="00593E12" w:rsidRPr="00447B8F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4FA5C149" w:rsidR="00593E12" w:rsidRPr="00447B8F" w:rsidRDefault="00593E12" w:rsidP="00B102C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B102CE"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B102CE">
        <w:trPr>
          <w:trHeight w:val="3461"/>
        </w:trPr>
        <w:tc>
          <w:tcPr>
            <w:tcW w:w="4179" w:type="dxa"/>
            <w:shd w:val="clear" w:color="auto" w:fill="auto"/>
          </w:tcPr>
          <w:p w14:paraId="1AD4B6D1" w14:textId="77777777" w:rsidR="00B102CE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15FC5F87" w14:textId="6D763216" w:rsidR="00593E12" w:rsidRPr="00447B8F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B102CE">
              <w:rPr>
                <w:rFonts w:ascii="Arial" w:hAnsi="Arial" w:cs="Arial"/>
                <w:sz w:val="20"/>
                <w:szCs w:val="20"/>
              </w:rPr>
              <w:t xml:space="preserve"> – max. 400 znaků)</w:t>
            </w:r>
          </w:p>
        </w:tc>
        <w:tc>
          <w:tcPr>
            <w:tcW w:w="4326" w:type="dxa"/>
            <w:shd w:val="clear" w:color="auto" w:fill="auto"/>
          </w:tcPr>
          <w:p w14:paraId="0DE9883A" w14:textId="491CA3A8" w:rsidR="00593E12" w:rsidRPr="00447B8F" w:rsidRDefault="00B102CE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B102CE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FBCCEE5" w14:textId="77777777" w:rsidR="00593E12" w:rsidRDefault="00B102CE" w:rsidP="00D6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6B80342B" w14:textId="1B3CFA18" w:rsidR="00B102CE" w:rsidRPr="00447B8F" w:rsidRDefault="00B102CE" w:rsidP="008B7000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 w:rsidR="008B7000"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66A0E4FD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8B7000">
              <w:rPr>
                <w:rFonts w:ascii="Arial" w:hAnsi="Arial" w:cs="Arial"/>
                <w:sz w:val="20"/>
                <w:szCs w:val="20"/>
              </w:rPr>
              <w:t>objednatele/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1655FB3" w14:textId="74A8DF5A" w:rsidR="008B7000" w:rsidRPr="008B7000" w:rsidRDefault="008B7000" w:rsidP="008B7000">
      <w:pPr>
        <w:rPr>
          <w:rFonts w:ascii="Arial" w:hAnsi="Arial" w:cs="Arial"/>
          <w:b/>
          <w:sz w:val="20"/>
        </w:rPr>
      </w:pPr>
      <w:r w:rsidRPr="008B7000">
        <w:rPr>
          <w:rFonts w:ascii="Arial" w:hAnsi="Arial" w:cs="Arial"/>
          <w:b/>
          <w:sz w:val="20"/>
        </w:rPr>
        <w:t>B)</w:t>
      </w:r>
    </w:p>
    <w:p w14:paraId="546DFA81" w14:textId="50D34CBD" w:rsidR="008B7000" w:rsidRPr="008B7000" w:rsidRDefault="008B7000" w:rsidP="008B7000">
      <w:pPr>
        <w:pStyle w:val="Odstavecseseznamem"/>
        <w:ind w:left="426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2</w:t>
      </w:r>
      <w:r w:rsidRPr="008B7000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zakázka či projekt, který využívá strojové učení nebo neuronové sítě</w:t>
      </w:r>
      <w:r w:rsidRPr="008B7000">
        <w:rPr>
          <w:rFonts w:ascii="Arial" w:hAnsi="Arial" w:cs="Arial"/>
          <w:b/>
          <w:sz w:val="20"/>
          <w:szCs w:val="20"/>
        </w:rPr>
        <w:t>):</w:t>
      </w:r>
    </w:p>
    <w:p w14:paraId="55492140" w14:textId="77777777" w:rsidR="008B7000" w:rsidRPr="008B7000" w:rsidRDefault="008B7000" w:rsidP="008B700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718D840A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000" w:rsidRPr="00447B8F" w14:paraId="23420555" w14:textId="77777777" w:rsidTr="004C2B42">
        <w:trPr>
          <w:trHeight w:val="1093"/>
        </w:trPr>
        <w:tc>
          <w:tcPr>
            <w:tcW w:w="4179" w:type="dxa"/>
            <w:shd w:val="clear" w:color="auto" w:fill="auto"/>
          </w:tcPr>
          <w:p w14:paraId="5D0F7422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34E729F9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17693D1F" w14:textId="77777777" w:rsidTr="004C2B4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6D3597C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51CA816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73EF0BDD" w14:textId="77777777" w:rsidTr="004C2B42">
        <w:trPr>
          <w:trHeight w:val="3461"/>
        </w:trPr>
        <w:tc>
          <w:tcPr>
            <w:tcW w:w="4179" w:type="dxa"/>
            <w:shd w:val="clear" w:color="auto" w:fill="auto"/>
          </w:tcPr>
          <w:p w14:paraId="3B5A7BAB" w14:textId="77777777" w:rsidR="008B7000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</w:t>
            </w:r>
          </w:p>
          <w:p w14:paraId="19472BCF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5A687220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09F06E24" w14:textId="77777777" w:rsidTr="004C2B42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34A7201C" w14:textId="77777777" w:rsidR="008B7000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0A87B18F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B37732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59E1BEDB" w14:textId="77777777" w:rsidTr="004C2B4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7BE1EA9" w14:textId="77777777" w:rsidR="008B7000" w:rsidRPr="00447B8F" w:rsidRDefault="008B7000" w:rsidP="004C2B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AB3375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B65E75A" w14:textId="77777777" w:rsidR="008B7000" w:rsidRDefault="008B7000" w:rsidP="008B700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19A2F178" w14:textId="41EE0EF9" w:rsidR="008B7000" w:rsidRPr="008B7000" w:rsidRDefault="008B7000" w:rsidP="008B7000">
      <w:pPr>
        <w:pStyle w:val="Odstavecseseznamem"/>
        <w:ind w:left="426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r w:rsidRPr="008B7000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zakázka či projekt, který využívá strojové učení nebo neuronové sítě</w:t>
      </w:r>
      <w:r w:rsidRPr="008B7000">
        <w:rPr>
          <w:rFonts w:ascii="Arial" w:hAnsi="Arial" w:cs="Arial"/>
          <w:b/>
          <w:sz w:val="20"/>
          <w:szCs w:val="20"/>
        </w:rPr>
        <w:t>):</w:t>
      </w:r>
    </w:p>
    <w:p w14:paraId="4F693552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000" w:rsidRPr="00447B8F" w14:paraId="74C27A39" w14:textId="77777777" w:rsidTr="004C2B42">
        <w:trPr>
          <w:trHeight w:val="1093"/>
        </w:trPr>
        <w:tc>
          <w:tcPr>
            <w:tcW w:w="4179" w:type="dxa"/>
            <w:shd w:val="clear" w:color="auto" w:fill="auto"/>
          </w:tcPr>
          <w:p w14:paraId="122F6B86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403CBA43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4C506573" w14:textId="77777777" w:rsidTr="004C2B4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D7CD66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EFA316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3AAA8B07" w14:textId="77777777" w:rsidTr="004C2B42">
        <w:trPr>
          <w:trHeight w:val="3461"/>
        </w:trPr>
        <w:tc>
          <w:tcPr>
            <w:tcW w:w="4179" w:type="dxa"/>
            <w:shd w:val="clear" w:color="auto" w:fill="auto"/>
          </w:tcPr>
          <w:p w14:paraId="4350BA2E" w14:textId="77777777" w:rsidR="008B7000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B03428B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171C7B15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3DB11922" w14:textId="77777777" w:rsidTr="004C2B42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3BA46070" w14:textId="77777777" w:rsidR="008B7000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2C147ACF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B8340A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19D104A0" w14:textId="77777777" w:rsidTr="004C2B4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E1DFB5A" w14:textId="77777777" w:rsidR="008B7000" w:rsidRPr="00447B8F" w:rsidRDefault="008B7000" w:rsidP="004C2B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4088E7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537F660" w14:textId="77777777" w:rsidR="00BC0953" w:rsidRDefault="00BC0953" w:rsidP="008B7000">
      <w:pPr>
        <w:rPr>
          <w:rFonts w:ascii="Arial" w:hAnsi="Arial" w:cs="Arial"/>
          <w:b/>
          <w:sz w:val="20"/>
          <w:szCs w:val="20"/>
        </w:rPr>
      </w:pPr>
    </w:p>
    <w:p w14:paraId="0F7A3BC5" w14:textId="684DB4DC" w:rsidR="008B7000" w:rsidRDefault="008B7000" w:rsidP="008B7000">
      <w:pPr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lastRenderedPageBreak/>
        <w:t>C)</w:t>
      </w:r>
    </w:p>
    <w:p w14:paraId="51EC7D94" w14:textId="017B27D9" w:rsidR="008B7000" w:rsidRPr="008B7000" w:rsidRDefault="008B7000" w:rsidP="008B7000">
      <w:pPr>
        <w:ind w:left="426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4</w:t>
      </w:r>
      <w:r w:rsidRPr="008B7000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 xml:space="preserve">min. hodnota 250.000,- Kč bez DPH, </w:t>
      </w:r>
      <w:r w:rsidRPr="008B7000">
        <w:rPr>
          <w:rFonts w:ascii="Arial" w:hAnsi="Arial" w:cs="Arial"/>
          <w:b/>
          <w:sz w:val="20"/>
          <w:szCs w:val="20"/>
        </w:rPr>
        <w:t>zakázka či projekt</w:t>
      </w:r>
      <w:r>
        <w:rPr>
          <w:rFonts w:ascii="Arial" w:hAnsi="Arial" w:cs="Arial"/>
          <w:b/>
          <w:sz w:val="20"/>
          <w:szCs w:val="20"/>
        </w:rPr>
        <w:t xml:space="preserve"> zaměřený na zpracování hlasu, jehož výstupem je transkripce, případně další výstupy jako </w:t>
      </w:r>
      <w:proofErr w:type="spellStart"/>
      <w:r>
        <w:rPr>
          <w:rFonts w:ascii="Arial" w:hAnsi="Arial" w:cs="Arial"/>
          <w:b/>
          <w:sz w:val="20"/>
          <w:szCs w:val="20"/>
        </w:rPr>
        <w:t>diarizace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či identifikace mluvčího</w:t>
      </w:r>
      <w:r w:rsidRPr="008B7000">
        <w:rPr>
          <w:rFonts w:ascii="Arial" w:hAnsi="Arial" w:cs="Arial"/>
          <w:b/>
          <w:sz w:val="20"/>
          <w:szCs w:val="20"/>
        </w:rPr>
        <w:t>):</w:t>
      </w:r>
    </w:p>
    <w:p w14:paraId="4FE7B80B" w14:textId="14671710" w:rsidR="008B7000" w:rsidRPr="008B7000" w:rsidRDefault="008B7000" w:rsidP="008B7000">
      <w:pPr>
        <w:rPr>
          <w:rFonts w:ascii="Arial" w:hAnsi="Arial" w:cs="Arial"/>
          <w:b/>
          <w:sz w:val="20"/>
          <w:szCs w:val="20"/>
        </w:rPr>
      </w:pPr>
    </w:p>
    <w:p w14:paraId="078C5AD6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000" w:rsidRPr="00447B8F" w14:paraId="11D8AAE5" w14:textId="77777777" w:rsidTr="004C2B42">
        <w:trPr>
          <w:trHeight w:val="1093"/>
        </w:trPr>
        <w:tc>
          <w:tcPr>
            <w:tcW w:w="4179" w:type="dxa"/>
            <w:shd w:val="clear" w:color="auto" w:fill="auto"/>
          </w:tcPr>
          <w:p w14:paraId="2E85793E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51890D86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55518252" w14:textId="77777777" w:rsidTr="004C2B4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020C52B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38E261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6DA95BDA" w14:textId="77777777" w:rsidTr="004C2B42">
        <w:trPr>
          <w:trHeight w:val="3461"/>
        </w:trPr>
        <w:tc>
          <w:tcPr>
            <w:tcW w:w="4179" w:type="dxa"/>
            <w:shd w:val="clear" w:color="auto" w:fill="auto"/>
          </w:tcPr>
          <w:p w14:paraId="330170E3" w14:textId="77777777" w:rsidR="008B7000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595479EC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18D63B30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692E23D9" w14:textId="77777777" w:rsidTr="004C2B42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1535BBF9" w14:textId="77777777" w:rsidR="008B7000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49790A03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81E4AA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1D36DF74" w14:textId="77777777" w:rsidTr="004C2B4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A2230B9" w14:textId="77777777" w:rsidR="008B7000" w:rsidRPr="00447B8F" w:rsidRDefault="008B7000" w:rsidP="004C2B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B3EA77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F0AE76" w14:textId="77777777" w:rsidR="008B7000" w:rsidRPr="008B7000" w:rsidRDefault="008B7000" w:rsidP="008B700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D61DDCD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p w14:paraId="6F8601A5" w14:textId="3AE7B830" w:rsidR="00593E12" w:rsidRDefault="00593E12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</w:t>
      </w:r>
      <w:r w:rsidR="004A0F1A">
        <w:rPr>
          <w:rFonts w:ascii="Arial" w:hAnsi="Arial" w:cs="Arial"/>
          <w:color w:val="FF0000"/>
          <w:sz w:val="20"/>
          <w:szCs w:val="20"/>
        </w:rPr>
        <w:t xml:space="preserve"> seznam referenčních zakázek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o příslušný počet </w:t>
      </w:r>
      <w:r w:rsidR="00B102CE">
        <w:rPr>
          <w:rFonts w:ascii="Arial" w:hAnsi="Arial" w:cs="Arial"/>
          <w:color w:val="FF0000"/>
          <w:sz w:val="20"/>
          <w:szCs w:val="20"/>
        </w:rPr>
        <w:t>referenčních zakázek</w:t>
      </w:r>
      <w:r w:rsidR="00BF5695">
        <w:rPr>
          <w:rFonts w:ascii="Arial" w:hAnsi="Arial" w:cs="Arial"/>
          <w:color w:val="FF0000"/>
          <w:sz w:val="20"/>
          <w:szCs w:val="20"/>
        </w:rPr>
        <w:t>, přičemž jejich název označí vždy následujícím vzestupným pořadovým číslem.</w:t>
      </w:r>
    </w:p>
    <w:p w14:paraId="794994E6" w14:textId="77777777" w:rsidR="004E4FE9" w:rsidRDefault="004E4FE9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6E22DE6" w14:textId="57F0D53C" w:rsidR="004E4FE9" w:rsidRPr="004E4FE9" w:rsidRDefault="00CB5E66" w:rsidP="00B102CE">
      <w:pPr>
        <w:ind w:left="284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Dodavatel čestně prohlašuje, že všechny shora uvedené referenční zakázky provedl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A74BC" w:rsidRPr="00447B8F" w14:paraId="1433A143" w14:textId="77777777" w:rsidTr="00FA74BC">
        <w:trPr>
          <w:trHeight w:val="1093"/>
        </w:trPr>
        <w:tc>
          <w:tcPr>
            <w:tcW w:w="4179" w:type="dxa"/>
            <w:shd w:val="clear" w:color="auto" w:fill="auto"/>
            <w:vAlign w:val="center"/>
          </w:tcPr>
          <w:p w14:paraId="20673451" w14:textId="66D0D7CD" w:rsidR="00FA74BC" w:rsidRPr="00447B8F" w:rsidRDefault="00FA74BC" w:rsidP="00FA74BC">
            <w:pPr>
              <w:spacing w:before="120"/>
              <w:rPr>
                <w:rFonts w:ascii="Arial" w:hAnsi="Arial" w:cs="Arial"/>
              </w:rPr>
            </w:pPr>
            <w:r w:rsidRPr="00FA74BC">
              <w:rPr>
                <w:rFonts w:ascii="Arial" w:hAnsi="Arial" w:cs="Arial"/>
                <w:sz w:val="20"/>
              </w:rPr>
              <w:t>Deklarovaná rychlost přepisu u živého vysílání (u systému s </w:t>
            </w:r>
            <w:proofErr w:type="spellStart"/>
            <w:r w:rsidRPr="00FA74BC">
              <w:rPr>
                <w:rFonts w:ascii="Arial" w:hAnsi="Arial" w:cs="Arial"/>
                <w:sz w:val="20"/>
              </w:rPr>
              <w:t>diarizací</w:t>
            </w:r>
            <w:proofErr w:type="spellEnd"/>
            <w:r w:rsidRPr="00FA74BC">
              <w:rPr>
                <w:rFonts w:ascii="Arial" w:hAnsi="Arial" w:cs="Arial"/>
                <w:sz w:val="20"/>
              </w:rPr>
              <w:t xml:space="preserve"> a identifikací mluvčího)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4ECDA2" w14:textId="77777777" w:rsidR="00FA74BC" w:rsidRPr="00447B8F" w:rsidRDefault="00FA74BC" w:rsidP="00FA74B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6F9BE3" w14:textId="75E928C3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bookmarkStart w:id="0" w:name="_GoBack"/>
      <w:bookmarkEnd w:id="0"/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2A937" w14:textId="77777777" w:rsidR="00A130BB" w:rsidRDefault="00A130BB">
      <w:r>
        <w:separator/>
      </w:r>
    </w:p>
  </w:endnote>
  <w:endnote w:type="continuationSeparator" w:id="0">
    <w:p w14:paraId="27AA635B" w14:textId="77777777" w:rsidR="00A130BB" w:rsidRDefault="00A1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4642A" w14:textId="77777777" w:rsidR="00A130BB" w:rsidRDefault="00A130BB">
      <w:r>
        <w:separator/>
      </w:r>
    </w:p>
  </w:footnote>
  <w:footnote w:type="continuationSeparator" w:id="0">
    <w:p w14:paraId="63F84BC4" w14:textId="77777777" w:rsidR="00A130BB" w:rsidRDefault="00A13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00DD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0F1A"/>
    <w:rsid w:val="004A1065"/>
    <w:rsid w:val="004B5E0E"/>
    <w:rsid w:val="004C68E6"/>
    <w:rsid w:val="004C7ABA"/>
    <w:rsid w:val="004D1528"/>
    <w:rsid w:val="004D3B6F"/>
    <w:rsid w:val="004E1472"/>
    <w:rsid w:val="004E4FE9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57A56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7E6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8EC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46C8F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6B02"/>
    <w:rsid w:val="008B7000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2FA2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0BB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02CE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953"/>
    <w:rsid w:val="00BC0A93"/>
    <w:rsid w:val="00BC3489"/>
    <w:rsid w:val="00BC514E"/>
    <w:rsid w:val="00BC5A6D"/>
    <w:rsid w:val="00BD6B8E"/>
    <w:rsid w:val="00BD6DF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5E66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0EA7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4BC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61C1D4BB4764F96CA017D72A1B3C0" ma:contentTypeVersion="" ma:contentTypeDescription="Vytvoří nový dokument" ma:contentTypeScope="" ma:versionID="4c5d69905d3062c76eb1017ed95bb90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F9ACC-B8CC-4BEE-88DD-EA9BDB3C8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10E5CE96-777C-4135-B8A4-034C1133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8</TotalTime>
  <Pages>4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ano</vt:lpstr>
    </vt:vector>
  </TitlesOfParts>
  <Company>Pelikán Krofta Kohoutek advokátní kancelář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</dc:title>
  <dc:creator>lcejchanova</dc:creator>
  <cp:lastModifiedBy>Vávra Tomáš</cp:lastModifiedBy>
  <cp:revision>4</cp:revision>
  <cp:lastPrinted>2018-04-16T14:33:00Z</cp:lastPrinted>
  <dcterms:created xsi:type="dcterms:W3CDTF">2019-03-28T18:06:00Z</dcterms:created>
  <dcterms:modified xsi:type="dcterms:W3CDTF">2019-05-14T12:01:00Z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0x010100AB261C1D4BB4764F96CA017D72A1B3C0</vt:lpwstr>
  </property>
</Properties>
</file>