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0"/>
        <w:gridCol w:w="1580"/>
      </w:tblGrid>
      <w:tr w:rsidR="001E3201" w14:paraId="7AD56822" w14:textId="77777777" w:rsidTr="001E3201">
        <w:trPr>
          <w:trHeight w:val="300"/>
        </w:trPr>
        <w:tc>
          <w:tcPr>
            <w:tcW w:w="5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7E9EA" w14:textId="3332DA60" w:rsidR="001E3201" w:rsidRPr="00371843" w:rsidRDefault="001E3201">
            <w:pPr>
              <w:rPr>
                <w:rFonts w:ascii="Arial" w:hAnsi="Arial" w:cs="Arial"/>
                <w:b/>
                <w:color w:val="000000"/>
                <w:sz w:val="22"/>
                <w:szCs w:val="22"/>
                <w:u w:val="single"/>
              </w:rPr>
            </w:pPr>
            <w:bookmarkStart w:id="0" w:name="_GoBack"/>
            <w:bookmarkEnd w:id="0"/>
            <w:r w:rsidRPr="00371843">
              <w:rPr>
                <w:rFonts w:ascii="Arial" w:hAnsi="Arial" w:cs="Arial"/>
                <w:b/>
                <w:color w:val="000000"/>
                <w:sz w:val="22"/>
                <w:szCs w:val="22"/>
                <w:u w:val="single"/>
              </w:rPr>
              <w:t>ROZMÍSTĚNÍ A POČET VÝDEJNÍKŮ</w:t>
            </w:r>
          </w:p>
        </w:tc>
      </w:tr>
      <w:tr w:rsidR="001E3201" w14:paraId="7C97875E" w14:textId="77777777" w:rsidTr="001E3201">
        <w:trPr>
          <w:trHeight w:val="300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8CE0B" w14:textId="77777777" w:rsidR="001E3201" w:rsidRDefault="001E320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57934" w14:textId="77777777" w:rsidR="001E3201" w:rsidRDefault="001E3201">
            <w:pPr>
              <w:rPr>
                <w:sz w:val="20"/>
                <w:szCs w:val="20"/>
              </w:rPr>
            </w:pPr>
          </w:p>
        </w:tc>
      </w:tr>
      <w:tr w:rsidR="001E3201" w14:paraId="06587273" w14:textId="77777777" w:rsidTr="001E3201">
        <w:trPr>
          <w:trHeight w:val="300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12C4A" w14:textId="77777777" w:rsidR="001E3201" w:rsidRDefault="001E3201">
            <w:pPr>
              <w:rPr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CF88F" w14:textId="77777777" w:rsidR="001E3201" w:rsidRDefault="001E3201">
            <w:pPr>
              <w:rPr>
                <w:sz w:val="20"/>
                <w:szCs w:val="20"/>
              </w:rPr>
            </w:pPr>
          </w:p>
        </w:tc>
      </w:tr>
      <w:tr w:rsidR="001E3201" w14:paraId="2174ED09" w14:textId="77777777" w:rsidTr="001E3201">
        <w:trPr>
          <w:trHeight w:val="915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2B59DB" w14:textId="77777777" w:rsidR="001E3201" w:rsidRDefault="001E3201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Rozmístění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výdejníků</w:t>
            </w:r>
            <w:proofErr w:type="spellEnd"/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22E340" w14:textId="77777777" w:rsidR="001E3201" w:rsidRDefault="001E3201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Počet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výdejníků</w:t>
            </w:r>
            <w:proofErr w:type="spellEnd"/>
          </w:p>
        </w:tc>
      </w:tr>
      <w:tr w:rsidR="001E3201" w14:paraId="74480EB7" w14:textId="77777777" w:rsidTr="001E3201">
        <w:trPr>
          <w:trHeight w:val="578"/>
        </w:trPr>
        <w:tc>
          <w:tcPr>
            <w:tcW w:w="5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1DB6437F" w14:textId="77777777" w:rsidR="001E3201" w:rsidRDefault="001E3201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 R A H A</w:t>
            </w:r>
          </w:p>
        </w:tc>
      </w:tr>
      <w:tr w:rsidR="001E3201" w14:paraId="720CB5DC" w14:textId="77777777" w:rsidTr="001E3201">
        <w:trPr>
          <w:trHeight w:val="55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9696F" w14:textId="77777777" w:rsidR="001E3201" w:rsidRDefault="001E32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Recepce Římská 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E90FA" w14:textId="77777777" w:rsidR="001E3201" w:rsidRDefault="001E320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E3201" w14:paraId="6A9AF03A" w14:textId="77777777" w:rsidTr="001E3201">
        <w:trPr>
          <w:trHeight w:val="55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9C077" w14:textId="77777777" w:rsidR="001E3201" w:rsidRDefault="001E32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A 122 u výtahu, místo fonotéky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985B3" w14:textId="77777777" w:rsidR="001E3201" w:rsidRDefault="001E320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E3201" w14:paraId="4F429C08" w14:textId="77777777" w:rsidTr="001E3201">
        <w:trPr>
          <w:trHeight w:val="55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ED6DB" w14:textId="77777777" w:rsidR="001E3201" w:rsidRDefault="001E32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Římská, Atrium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57E14" w14:textId="77777777" w:rsidR="001E3201" w:rsidRDefault="001E320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E3201" w14:paraId="4ECF96D0" w14:textId="77777777" w:rsidTr="001E3201">
        <w:trPr>
          <w:trHeight w:val="55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8C5C8" w14:textId="77777777" w:rsidR="001E3201" w:rsidRDefault="001E32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A 304 chodba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8728E" w14:textId="77777777" w:rsidR="001E3201" w:rsidRDefault="001E320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E3201" w14:paraId="014EBB8E" w14:textId="77777777" w:rsidTr="001E3201">
        <w:trPr>
          <w:trHeight w:val="55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9929E" w14:textId="77777777" w:rsidR="001E3201" w:rsidRDefault="001E32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A 406 chodba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A5DD7" w14:textId="77777777" w:rsidR="001E3201" w:rsidRDefault="001E320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E3201" w14:paraId="5F5358D4" w14:textId="77777777" w:rsidTr="001E3201">
        <w:trPr>
          <w:trHeight w:val="55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DDDC6" w14:textId="77777777" w:rsidR="001E3201" w:rsidRDefault="001E32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Římská B 212, 217(u výtahu)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1CEB2" w14:textId="77777777" w:rsidR="001E3201" w:rsidRDefault="001E320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E3201" w14:paraId="7BCA782E" w14:textId="77777777" w:rsidTr="001E3201">
        <w:trPr>
          <w:trHeight w:val="55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3B8E0" w14:textId="77777777" w:rsidR="001E3201" w:rsidRDefault="001E32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Římská B 312 (u </w:t>
            </w:r>
            <w:proofErr w:type="gramStart"/>
            <w:r>
              <w:rPr>
                <w:rFonts w:ascii="Calibri" w:hAnsi="Calibri"/>
                <w:color w:val="000000"/>
                <w:sz w:val="20"/>
                <w:szCs w:val="20"/>
              </w:rPr>
              <w:t>Radiožurnálu),chodba</w:t>
            </w:r>
            <w:proofErr w:type="gram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82685" w14:textId="77777777" w:rsidR="001E3201" w:rsidRDefault="001E320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E3201" w14:paraId="0231D905" w14:textId="77777777" w:rsidTr="001E3201">
        <w:trPr>
          <w:trHeight w:val="55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181F0" w14:textId="77777777" w:rsidR="001E3201" w:rsidRDefault="001E32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Římská 13 B 314 (u </w:t>
            </w:r>
            <w:proofErr w:type="gramStart"/>
            <w:r>
              <w:rPr>
                <w:rFonts w:ascii="Calibri" w:hAnsi="Calibri"/>
                <w:color w:val="000000"/>
                <w:sz w:val="20"/>
                <w:szCs w:val="20"/>
              </w:rPr>
              <w:t>PLUSU),chodba</w:t>
            </w:r>
            <w:proofErr w:type="gram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2862B" w14:textId="77777777" w:rsidR="001E3201" w:rsidRDefault="001E320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E3201" w14:paraId="7C39BA1B" w14:textId="77777777" w:rsidTr="001E3201">
        <w:trPr>
          <w:trHeight w:val="55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F4D89" w14:textId="77777777" w:rsidR="001E3201" w:rsidRDefault="001E32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Římská 13 B 411, u výtahu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E6DDE" w14:textId="77777777" w:rsidR="001E3201" w:rsidRDefault="001E320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E3201" w14:paraId="66205002" w14:textId="77777777" w:rsidTr="001E3201">
        <w:trPr>
          <w:trHeight w:val="55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5A38E" w14:textId="77777777" w:rsidR="001E3201" w:rsidRDefault="001E32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Římská 13, chodba u kanceláře č. B 615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06144" w14:textId="77777777" w:rsidR="001E3201" w:rsidRDefault="001E320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E3201" w14:paraId="7CF3A03A" w14:textId="77777777" w:rsidTr="001E3201">
        <w:trPr>
          <w:trHeight w:val="55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A428F" w14:textId="77777777" w:rsidR="001E3201" w:rsidRDefault="001E32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Římská 13, B 702 (kuchyňka)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815A8" w14:textId="77777777" w:rsidR="001E3201" w:rsidRDefault="001E320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E3201" w14:paraId="41B4B46D" w14:textId="77777777" w:rsidTr="001E3201">
        <w:trPr>
          <w:trHeight w:val="55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6C061" w14:textId="77777777" w:rsidR="001E3201" w:rsidRDefault="001E32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Římská 13, B 816- chodba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F094E" w14:textId="77777777" w:rsidR="001E3201" w:rsidRDefault="001E320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E3201" w14:paraId="27637E43" w14:textId="77777777" w:rsidTr="001E3201">
        <w:trPr>
          <w:trHeight w:val="55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A9131" w14:textId="77777777" w:rsidR="001E3201" w:rsidRDefault="001E32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Vinohradská, recepce 005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0D3A1" w14:textId="77777777" w:rsidR="001E3201" w:rsidRDefault="001E320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E3201" w14:paraId="51E26358" w14:textId="77777777" w:rsidTr="001E3201">
        <w:trPr>
          <w:trHeight w:val="55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FA1B7" w14:textId="77777777" w:rsidR="001E3201" w:rsidRDefault="001E32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Vinohradská, </w:t>
            </w:r>
            <w:proofErr w:type="gramStart"/>
            <w:r>
              <w:rPr>
                <w:rFonts w:ascii="Calibri" w:hAnsi="Calibri"/>
                <w:color w:val="000000"/>
                <w:sz w:val="20"/>
                <w:szCs w:val="20"/>
              </w:rPr>
              <w:t>přízemí  043</w:t>
            </w:r>
            <w:proofErr w:type="gram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BA6FF" w14:textId="77777777" w:rsidR="001E3201" w:rsidRDefault="001E320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E3201" w14:paraId="3656C150" w14:textId="77777777" w:rsidTr="001E3201">
        <w:trPr>
          <w:trHeight w:val="55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A1795" w14:textId="77777777" w:rsidR="001E3201" w:rsidRDefault="001E32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Vinohradská C 116, chodba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7AF8F" w14:textId="77777777" w:rsidR="001E3201" w:rsidRDefault="001E320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E3201" w14:paraId="2BF0CC9B" w14:textId="77777777" w:rsidTr="00371843">
        <w:trPr>
          <w:trHeight w:val="55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2F507" w14:textId="77777777" w:rsidR="001E3201" w:rsidRDefault="001E32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Vinohradská C 128, chodba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ED4A6" w14:textId="77777777" w:rsidR="001E3201" w:rsidRDefault="001E320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E3201" w14:paraId="37755175" w14:textId="77777777" w:rsidTr="00371843">
        <w:trPr>
          <w:trHeight w:val="552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62A27" w14:textId="77777777" w:rsidR="001E3201" w:rsidRDefault="001E32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Vinohradská C 219 - chodba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BFDD2" w14:textId="77777777" w:rsidR="001E3201" w:rsidRDefault="001E320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E3201" w14:paraId="20B187AC" w14:textId="77777777" w:rsidTr="001E3201">
        <w:trPr>
          <w:trHeight w:val="55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2CC1F" w14:textId="77777777" w:rsidR="001E3201" w:rsidRDefault="001E32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Vinohradská C 235 - chodba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D9A34" w14:textId="77777777" w:rsidR="001E3201" w:rsidRDefault="001E320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E3201" w14:paraId="209D4C80" w14:textId="77777777" w:rsidTr="00371843">
        <w:trPr>
          <w:trHeight w:val="55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E8F99" w14:textId="77777777" w:rsidR="001E3201" w:rsidRDefault="001E32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Vinohradská C 261 - chodba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7D0AD" w14:textId="77777777" w:rsidR="001E3201" w:rsidRDefault="001E320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E3201" w14:paraId="577ED176" w14:textId="77777777" w:rsidTr="00371843">
        <w:trPr>
          <w:trHeight w:val="552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C8132" w14:textId="77777777" w:rsidR="001E3201" w:rsidRDefault="001E32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Vinohradská C 309 zasedačka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54BEF" w14:textId="77777777" w:rsidR="001E3201" w:rsidRDefault="001E320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E3201" w14:paraId="18096A6E" w14:textId="77777777" w:rsidTr="00371843">
        <w:trPr>
          <w:trHeight w:val="552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67A34" w14:textId="77777777" w:rsidR="001E3201" w:rsidRDefault="001E32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Vinohradská C 310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AEAAB" w14:textId="77777777" w:rsidR="001E3201" w:rsidRDefault="001E320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E3201" w14:paraId="673587F5" w14:textId="77777777" w:rsidTr="001E3201">
        <w:trPr>
          <w:trHeight w:val="55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4BC4D" w14:textId="77777777" w:rsidR="001E3201" w:rsidRDefault="001E32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Vinohradská C 321, chodba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8B49C" w14:textId="77777777" w:rsidR="001E3201" w:rsidRDefault="001E320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E3201" w14:paraId="274E5F21" w14:textId="77777777" w:rsidTr="001E3201">
        <w:trPr>
          <w:trHeight w:val="55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DA031" w14:textId="77777777" w:rsidR="001E3201" w:rsidRDefault="001E32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Vinohradská C 331, chodba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737A4" w14:textId="77777777" w:rsidR="001E3201" w:rsidRDefault="001E320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E3201" w14:paraId="5783048C" w14:textId="77777777" w:rsidTr="001E3201">
        <w:trPr>
          <w:trHeight w:val="55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43295" w14:textId="77777777" w:rsidR="001E3201" w:rsidRDefault="001E32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Vinohradská C 421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53D72" w14:textId="77777777" w:rsidR="001E3201" w:rsidRDefault="001E320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E3201" w14:paraId="1CDC178B" w14:textId="77777777" w:rsidTr="001E3201">
        <w:trPr>
          <w:trHeight w:val="55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2494C" w14:textId="77777777" w:rsidR="001E3201" w:rsidRDefault="001E32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Vinohradská C 425 zas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2CBAA" w14:textId="77777777" w:rsidR="001E3201" w:rsidRDefault="001E320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E3201" w14:paraId="2EC8CDF9" w14:textId="77777777" w:rsidTr="001E3201">
        <w:trPr>
          <w:trHeight w:val="55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000B8" w14:textId="77777777" w:rsidR="001E3201" w:rsidRDefault="001E32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Vinohradská C 434 - chodba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868C9" w14:textId="77777777" w:rsidR="001E3201" w:rsidRDefault="001E320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E3201" w14:paraId="1D43B362" w14:textId="77777777" w:rsidTr="001E3201">
        <w:trPr>
          <w:trHeight w:val="55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292F6" w14:textId="77777777" w:rsidR="001E3201" w:rsidRDefault="001E32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hAnsi="Calibri"/>
                <w:color w:val="000000"/>
                <w:sz w:val="20"/>
                <w:szCs w:val="20"/>
              </w:rPr>
              <w:t>Vinohradská  chodba</w:t>
            </w:r>
            <w:proofErr w:type="gram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C 507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CC879" w14:textId="77777777" w:rsidR="001E3201" w:rsidRDefault="001E320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E3201" w14:paraId="7F9BF8C2" w14:textId="77777777" w:rsidTr="001E3201">
        <w:trPr>
          <w:trHeight w:val="55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57FE2" w14:textId="77777777" w:rsidR="001E3201" w:rsidRDefault="001E32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Vinohradská 615 - chodba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7CD4F" w14:textId="77777777" w:rsidR="001E3201" w:rsidRDefault="001E320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E3201" w14:paraId="265EC72B" w14:textId="77777777" w:rsidTr="001E3201">
        <w:trPr>
          <w:trHeight w:val="55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31900" w14:textId="77777777" w:rsidR="001E3201" w:rsidRDefault="001E32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alibri" w:hAnsi="Calibri"/>
                <w:color w:val="000000"/>
                <w:sz w:val="20"/>
                <w:szCs w:val="20"/>
              </w:rPr>
              <w:t>Vinohradská,Čekárna</w:t>
            </w:r>
            <w:proofErr w:type="spellEnd"/>
            <w:proofErr w:type="gram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u lékařky Mezanin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2C57B" w14:textId="77777777" w:rsidR="001E3201" w:rsidRDefault="001E320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E3201" w14:paraId="1961698B" w14:textId="77777777" w:rsidTr="001E3201">
        <w:trPr>
          <w:trHeight w:val="51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B7B0A" w14:textId="77777777" w:rsidR="001E3201" w:rsidRDefault="001E32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Chodba Vinohradská chodba u zasedací míst. M 22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BEDDF" w14:textId="77777777" w:rsidR="001E3201" w:rsidRDefault="001E320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E3201" w14:paraId="7B95407C" w14:textId="77777777" w:rsidTr="001E3201">
        <w:trPr>
          <w:trHeight w:val="55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AB1B1" w14:textId="77777777" w:rsidR="001E3201" w:rsidRDefault="001E32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Vinohradská M 44, chodba, autoprovoz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FB5FC" w14:textId="77777777" w:rsidR="001E3201" w:rsidRDefault="001E320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E3201" w14:paraId="3D804A80" w14:textId="77777777" w:rsidTr="001E3201">
        <w:trPr>
          <w:trHeight w:val="55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7E13D" w14:textId="77777777" w:rsidR="001E3201" w:rsidRDefault="001E32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Vinohradská M 80, kuchyňka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8B54F" w14:textId="77777777" w:rsidR="001E3201" w:rsidRDefault="001E320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E3201" w14:paraId="38D209A8" w14:textId="77777777" w:rsidTr="001E3201">
        <w:trPr>
          <w:trHeight w:val="55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6F02E" w14:textId="77777777" w:rsidR="001E3201" w:rsidRDefault="001E32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Vinohradská P 20, chodba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91330" w14:textId="77777777" w:rsidR="001E3201" w:rsidRDefault="001E320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E3201" w14:paraId="6F5B984A" w14:textId="77777777" w:rsidTr="001E3201">
        <w:trPr>
          <w:trHeight w:val="55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93730" w14:textId="77777777" w:rsidR="001E3201" w:rsidRDefault="001E32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Vinohradská, Muzeum S04 b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71F60" w14:textId="77777777" w:rsidR="001E3201" w:rsidRDefault="001E320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E3201" w14:paraId="7EA2BE71" w14:textId="77777777" w:rsidTr="001E3201">
        <w:trPr>
          <w:trHeight w:val="55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E36CF" w14:textId="77777777" w:rsidR="001E3201" w:rsidRDefault="001E32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Sklad centrální S57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97AA3" w14:textId="77777777" w:rsidR="001E3201" w:rsidRDefault="001E320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E3201" w14:paraId="6FC731B4" w14:textId="77777777" w:rsidTr="001E3201">
        <w:trPr>
          <w:trHeight w:val="55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0DF60" w14:textId="77777777" w:rsidR="001E3201" w:rsidRDefault="001E32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Kancelář S70-na půjčení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63620" w14:textId="77777777" w:rsidR="001E3201" w:rsidRDefault="001E320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E3201" w14:paraId="533824BD" w14:textId="77777777" w:rsidTr="001E3201">
        <w:trPr>
          <w:trHeight w:val="55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ABC8D" w14:textId="77777777" w:rsidR="001E3201" w:rsidRDefault="001E32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Chodba S80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0584C" w14:textId="77777777" w:rsidR="001E3201" w:rsidRDefault="001E320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E3201" w14:paraId="725741A0" w14:textId="77777777" w:rsidTr="001E3201">
        <w:trPr>
          <w:trHeight w:val="55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64B4A" w14:textId="77777777" w:rsidR="001E3201" w:rsidRDefault="001E32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Římská 15 D 010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32D8D" w14:textId="77777777" w:rsidR="001E3201" w:rsidRDefault="001E320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E3201" w14:paraId="29694E09" w14:textId="77777777" w:rsidTr="001E3201">
        <w:trPr>
          <w:trHeight w:val="55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D9B4D" w14:textId="77777777" w:rsidR="001E3201" w:rsidRDefault="001E32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Římská D 019, chodba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B9C56" w14:textId="77777777" w:rsidR="001E3201" w:rsidRDefault="001E320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E3201" w14:paraId="710697CF" w14:textId="77777777" w:rsidTr="001E3201">
        <w:trPr>
          <w:trHeight w:val="55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36AFD" w14:textId="77777777" w:rsidR="001E3201" w:rsidRDefault="001E32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Římská D </w:t>
            </w:r>
            <w:proofErr w:type="gramStart"/>
            <w:r>
              <w:rPr>
                <w:rFonts w:ascii="Calibri" w:hAnsi="Calibri"/>
                <w:color w:val="000000"/>
                <w:sz w:val="20"/>
                <w:szCs w:val="20"/>
              </w:rPr>
              <w:t>115,chodba</w:t>
            </w:r>
            <w:proofErr w:type="gram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C3CD4" w14:textId="77777777" w:rsidR="001E3201" w:rsidRDefault="001E320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E3201" w14:paraId="0E6EAD4D" w14:textId="77777777" w:rsidTr="001E3201">
        <w:trPr>
          <w:trHeight w:val="55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AD7B6" w14:textId="77777777" w:rsidR="001E3201" w:rsidRDefault="001E32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Římská D 203, čekárna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2302B" w14:textId="77777777" w:rsidR="001E3201" w:rsidRDefault="001E320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E3201" w14:paraId="3BB5DE95" w14:textId="77777777" w:rsidTr="00371843">
        <w:trPr>
          <w:trHeight w:val="55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B27FB" w14:textId="77777777" w:rsidR="001E3201" w:rsidRDefault="001E32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Římská D </w:t>
            </w:r>
            <w:proofErr w:type="gramStart"/>
            <w:r>
              <w:rPr>
                <w:rFonts w:ascii="Calibri" w:hAnsi="Calibri"/>
                <w:color w:val="000000"/>
                <w:sz w:val="20"/>
                <w:szCs w:val="20"/>
              </w:rPr>
              <w:t>225,chodba</w:t>
            </w:r>
            <w:proofErr w:type="gram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9AD30" w14:textId="77777777" w:rsidR="001E3201" w:rsidRDefault="001E320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E3201" w14:paraId="1AEF5994" w14:textId="77777777" w:rsidTr="00371843">
        <w:trPr>
          <w:trHeight w:val="552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8D34B" w14:textId="77777777" w:rsidR="001E3201" w:rsidRDefault="001E32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Římská D 311, chodba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EC3ED" w14:textId="77777777" w:rsidR="001E3201" w:rsidRDefault="001E320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E3201" w14:paraId="6CC9F796" w14:textId="77777777" w:rsidTr="00371843">
        <w:trPr>
          <w:trHeight w:val="552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C4D9E" w14:textId="77777777" w:rsidR="001E3201" w:rsidRDefault="001E32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Římská D 315, chodba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A91D8" w14:textId="77777777" w:rsidR="001E3201" w:rsidRDefault="001E320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E3201" w14:paraId="0A239F5D" w14:textId="77777777" w:rsidTr="001E3201">
        <w:trPr>
          <w:trHeight w:val="55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C39D1" w14:textId="77777777" w:rsidR="001E3201" w:rsidRDefault="001E32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Vinohradská naproti D 405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2D860" w14:textId="77777777" w:rsidR="001E3201" w:rsidRDefault="001E320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E3201" w14:paraId="48EE7163" w14:textId="77777777" w:rsidTr="001E3201">
        <w:trPr>
          <w:trHeight w:val="55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56703" w14:textId="77777777" w:rsidR="001E3201" w:rsidRDefault="001E32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Římská </w:t>
            </w:r>
            <w:proofErr w:type="gramStart"/>
            <w:r>
              <w:rPr>
                <w:rFonts w:ascii="Calibri" w:hAnsi="Calibri"/>
                <w:color w:val="000000"/>
                <w:sz w:val="20"/>
                <w:szCs w:val="20"/>
              </w:rPr>
              <w:t>15,  D 412</w:t>
            </w:r>
            <w:proofErr w:type="gram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u výtahu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DA8B8" w14:textId="77777777" w:rsidR="001E3201" w:rsidRDefault="001E320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E3201" w14:paraId="5D1D722B" w14:textId="77777777" w:rsidTr="001E3201">
        <w:trPr>
          <w:trHeight w:val="55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0B4EF" w14:textId="77777777" w:rsidR="001E3201" w:rsidRDefault="001E32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Římská D 511, chodba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A2A17" w14:textId="77777777" w:rsidR="001E3201" w:rsidRDefault="001E320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E3201" w14:paraId="7890E6BD" w14:textId="77777777" w:rsidTr="001E3201">
        <w:trPr>
          <w:trHeight w:val="55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1D634" w14:textId="77777777" w:rsidR="001E3201" w:rsidRDefault="001E32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Římská 15, D </w:t>
            </w:r>
            <w:proofErr w:type="gramStart"/>
            <w:r>
              <w:rPr>
                <w:rFonts w:ascii="Calibri" w:hAnsi="Calibri"/>
                <w:color w:val="000000"/>
                <w:sz w:val="20"/>
                <w:szCs w:val="20"/>
              </w:rPr>
              <w:t>521,sekretariát</w:t>
            </w:r>
            <w:proofErr w:type="gram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GŘ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36906" w14:textId="77777777" w:rsidR="001E3201" w:rsidRDefault="001E320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E3201" w14:paraId="2EEAB13C" w14:textId="77777777" w:rsidTr="001E3201">
        <w:trPr>
          <w:trHeight w:val="55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0DF83" w14:textId="77777777" w:rsidR="001E3201" w:rsidRDefault="001E32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Vinohradská studio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Wave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B925C" w14:textId="77777777" w:rsidR="001E3201" w:rsidRDefault="001E320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E3201" w14:paraId="5691F9AF" w14:textId="77777777" w:rsidTr="001E3201">
        <w:trPr>
          <w:trHeight w:val="300"/>
        </w:trPr>
        <w:tc>
          <w:tcPr>
            <w:tcW w:w="58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C9E0E27" w14:textId="77777777" w:rsidR="001E3201" w:rsidRDefault="001E3201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 E G I O N Y</w:t>
            </w:r>
          </w:p>
        </w:tc>
      </w:tr>
      <w:tr w:rsidR="001E3201" w14:paraId="4AD40DB2" w14:textId="77777777" w:rsidTr="001E3201">
        <w:trPr>
          <w:trHeight w:val="300"/>
        </w:trPr>
        <w:tc>
          <w:tcPr>
            <w:tcW w:w="58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2490CE" w14:textId="77777777" w:rsidR="001E3201" w:rsidRDefault="001E3201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E3201" w14:paraId="12A88C91" w14:textId="77777777" w:rsidTr="001E3201">
        <w:trPr>
          <w:trHeight w:val="55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E3DDB" w14:textId="77777777" w:rsidR="001E3201" w:rsidRDefault="001E32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Praha 8, Karlín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7CC61" w14:textId="77777777" w:rsidR="001E3201" w:rsidRDefault="001E320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1E3201" w14:paraId="55E3BB7D" w14:textId="77777777" w:rsidTr="001E3201">
        <w:trPr>
          <w:trHeight w:val="55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55CA8" w14:textId="77777777" w:rsidR="001E3201" w:rsidRDefault="001E32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Ústí nad Labem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08BE6" w14:textId="77777777" w:rsidR="001E3201" w:rsidRDefault="001E320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E3201" w14:paraId="6582CD00" w14:textId="77777777" w:rsidTr="001E3201">
        <w:trPr>
          <w:trHeight w:val="55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C8873" w14:textId="77777777" w:rsidR="001E3201" w:rsidRDefault="001E32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Liberec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B55AE" w14:textId="77777777" w:rsidR="001E3201" w:rsidRDefault="001E320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1E3201" w14:paraId="45400704" w14:textId="77777777" w:rsidTr="001E3201">
        <w:trPr>
          <w:trHeight w:val="55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F5C34" w14:textId="77777777" w:rsidR="001E3201" w:rsidRDefault="001E32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Hradec Králové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1239D" w14:textId="77777777" w:rsidR="001E3201" w:rsidRDefault="001E320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1E3201" w14:paraId="0AA2355B" w14:textId="77777777" w:rsidTr="001E3201">
        <w:trPr>
          <w:trHeight w:val="55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9FB25" w14:textId="77777777" w:rsidR="001E3201" w:rsidRDefault="001E32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Pardubice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49A59" w14:textId="77777777" w:rsidR="001E3201" w:rsidRDefault="001E320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E3201" w14:paraId="3C9E7A5E" w14:textId="77777777" w:rsidTr="001E3201">
        <w:trPr>
          <w:trHeight w:val="55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5A28D" w14:textId="77777777" w:rsidR="001E3201" w:rsidRDefault="001E32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Plzeň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9C16F" w14:textId="77777777" w:rsidR="001E3201" w:rsidRDefault="001E320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1E3201" w14:paraId="57084615" w14:textId="77777777" w:rsidTr="001E3201">
        <w:trPr>
          <w:trHeight w:val="55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94716" w14:textId="77777777" w:rsidR="001E3201" w:rsidRDefault="001E32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Karlovy Vary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8CFCA" w14:textId="77777777" w:rsidR="001E3201" w:rsidRDefault="001E320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E3201" w14:paraId="64439DF0" w14:textId="77777777" w:rsidTr="001E3201">
        <w:trPr>
          <w:trHeight w:val="55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57B54" w14:textId="77777777" w:rsidR="001E3201" w:rsidRDefault="001E32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České Budějovice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92E56" w14:textId="77777777" w:rsidR="001E3201" w:rsidRDefault="001E320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1E3201" w14:paraId="207F80E3" w14:textId="77777777" w:rsidTr="001E3201">
        <w:trPr>
          <w:trHeight w:val="55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EF468" w14:textId="77777777" w:rsidR="001E3201" w:rsidRDefault="001E32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Jihlava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2E2B2" w14:textId="77777777" w:rsidR="001E3201" w:rsidRDefault="001E320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E3201" w14:paraId="1496F08E" w14:textId="77777777" w:rsidTr="001E3201">
        <w:trPr>
          <w:trHeight w:val="55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03D1C" w14:textId="77777777" w:rsidR="001E3201" w:rsidRDefault="001E32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Ostrava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5414D" w14:textId="77777777" w:rsidR="001E3201" w:rsidRDefault="001E320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1E3201" w14:paraId="5582C3A9" w14:textId="77777777" w:rsidTr="001E3201">
        <w:trPr>
          <w:trHeight w:val="55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7394B" w14:textId="77777777" w:rsidR="001E3201" w:rsidRDefault="001E32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Olomouc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DFDEA" w14:textId="77777777" w:rsidR="001E3201" w:rsidRDefault="001E320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E3201" w14:paraId="36B43B0B" w14:textId="77777777" w:rsidTr="001E3201">
        <w:trPr>
          <w:trHeight w:val="55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91971" w14:textId="77777777" w:rsidR="001E3201" w:rsidRDefault="001E32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Brno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1BEDE" w14:textId="77777777" w:rsidR="001E3201" w:rsidRDefault="001E320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1E3201" w14:paraId="73F4E712" w14:textId="77777777" w:rsidTr="001E3201">
        <w:trPr>
          <w:trHeight w:val="55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9DA28" w14:textId="77777777" w:rsidR="001E3201" w:rsidRDefault="001E32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Zlín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2FD1C" w14:textId="77777777" w:rsidR="001E3201" w:rsidRDefault="001E320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</w:tbl>
    <w:p w14:paraId="6266129F" w14:textId="5D90902D" w:rsidR="001648E6" w:rsidRPr="001E3201" w:rsidRDefault="001648E6" w:rsidP="001E3201"/>
    <w:sectPr w:rsidR="001648E6" w:rsidRPr="001E3201" w:rsidSect="001E3201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F871C6" w14:textId="77777777" w:rsidR="002F2B99" w:rsidRDefault="002F2B99">
      <w:r>
        <w:separator/>
      </w:r>
    </w:p>
  </w:endnote>
  <w:endnote w:type="continuationSeparator" w:id="0">
    <w:p w14:paraId="28622F86" w14:textId="77777777" w:rsidR="002F2B99" w:rsidRDefault="002F2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6612A5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6612A6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6612A7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6612AB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5FCFB3" w14:textId="77777777" w:rsidR="002F2B99" w:rsidRDefault="002F2B99">
      <w:r>
        <w:separator/>
      </w:r>
    </w:p>
  </w:footnote>
  <w:footnote w:type="continuationSeparator" w:id="0">
    <w:p w14:paraId="35E49393" w14:textId="77777777" w:rsidR="002F2B99" w:rsidRDefault="002F2B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6612A4" w14:textId="38E99494" w:rsidR="003D5020" w:rsidRDefault="00371843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  <w:r>
      <w:rPr>
        <w:rFonts w:ascii="JohnSans White Pro" w:hAnsi="JohnSans White Pro"/>
        <w:color w:val="000000"/>
        <w:sz w:val="13"/>
        <w:szCs w:val="13"/>
      </w:rPr>
      <w:tab/>
    </w:r>
  </w:p>
  <w:p w14:paraId="1948AA6B" w14:textId="3E340AA8" w:rsidR="00371843" w:rsidRPr="007B72E8" w:rsidRDefault="007B72E8" w:rsidP="007B72E8">
    <w:pPr>
      <w:pStyle w:val="Zhlav"/>
      <w:spacing w:line="360" w:lineRule="auto"/>
      <w:ind w:right="3"/>
      <w:jc w:val="right"/>
      <w:rPr>
        <w:rFonts w:ascii="JohnSans White Pro" w:hAnsi="JohnSans White Pro"/>
        <w:color w:val="000000"/>
      </w:rPr>
    </w:pPr>
    <w:r>
      <w:rPr>
        <w:noProof/>
      </w:rPr>
      <w:drawing>
        <wp:anchor distT="0" distB="0" distL="114300" distR="114300" simplePos="0" relativeHeight="251660288" behindDoc="1" locked="1" layoutInCell="1" allowOverlap="1" wp14:anchorId="6D89B0F6" wp14:editId="5656B6B7">
          <wp:simplePos x="0" y="0"/>
          <wp:positionH relativeFrom="page">
            <wp:posOffset>900430</wp:posOffset>
          </wp:positionH>
          <wp:positionV relativeFrom="page">
            <wp:posOffset>484505</wp:posOffset>
          </wp:positionV>
          <wp:extent cx="1843405" cy="396240"/>
          <wp:effectExtent l="0" t="0" r="4445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B72E8">
      <w:rPr>
        <w:rFonts w:ascii="JohnSans White Pro" w:hAnsi="JohnSans White Pro"/>
        <w:color w:val="000000"/>
      </w:rPr>
      <w:t>Příloha č. 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6612A8" w14:textId="77777777" w:rsidR="00D44239" w:rsidRDefault="00D44239" w:rsidP="008D7673">
    <w:pPr>
      <w:pStyle w:val="Zhlav"/>
      <w:jc w:val="center"/>
      <w:rPr>
        <w:b/>
      </w:rPr>
    </w:pPr>
  </w:p>
  <w:p w14:paraId="626612A9" w14:textId="77777777" w:rsidR="00D44239" w:rsidRDefault="00D44239" w:rsidP="008D7673">
    <w:pPr>
      <w:pStyle w:val="Zhlav"/>
      <w:jc w:val="center"/>
      <w:rPr>
        <w:b/>
      </w:rPr>
    </w:pPr>
  </w:p>
  <w:p w14:paraId="626612AA" w14:textId="3ED88153" w:rsidR="003D5020" w:rsidRPr="001137C9" w:rsidRDefault="00BC04C5" w:rsidP="00B0603C">
    <w:pPr>
      <w:pStyle w:val="Zhlav"/>
      <w:tabs>
        <w:tab w:val="clear" w:pos="4536"/>
        <w:tab w:val="clear" w:pos="9072"/>
        <w:tab w:val="right" w:pos="9070"/>
      </w:tabs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626612AC" wp14:editId="626612AD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5174">
      <w:rPr>
        <w:b/>
      </w:rPr>
      <w:tab/>
      <w:t>Příloha č. 6</w:t>
    </w:r>
    <w:r w:rsidR="00A24D50">
      <w:rPr>
        <w:b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86F99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3201"/>
    <w:rsid w:val="001E63F7"/>
    <w:rsid w:val="001F1385"/>
    <w:rsid w:val="001F32C6"/>
    <w:rsid w:val="001F3A17"/>
    <w:rsid w:val="00201570"/>
    <w:rsid w:val="00203C09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5174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2B99"/>
    <w:rsid w:val="002F52FC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71843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A281A"/>
    <w:rsid w:val="004B5E0E"/>
    <w:rsid w:val="004C68E6"/>
    <w:rsid w:val="004C7ABA"/>
    <w:rsid w:val="004D1528"/>
    <w:rsid w:val="004E1472"/>
    <w:rsid w:val="004E5527"/>
    <w:rsid w:val="004F14F4"/>
    <w:rsid w:val="004F265A"/>
    <w:rsid w:val="004F3A0C"/>
    <w:rsid w:val="00501AB8"/>
    <w:rsid w:val="00503E1B"/>
    <w:rsid w:val="00511F15"/>
    <w:rsid w:val="00524391"/>
    <w:rsid w:val="00530405"/>
    <w:rsid w:val="00531CFD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5D21"/>
    <w:rsid w:val="005907C7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E75BE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67077"/>
    <w:rsid w:val="00672B91"/>
    <w:rsid w:val="0068182C"/>
    <w:rsid w:val="00683561"/>
    <w:rsid w:val="006941B6"/>
    <w:rsid w:val="00696662"/>
    <w:rsid w:val="006A0C12"/>
    <w:rsid w:val="006A0F90"/>
    <w:rsid w:val="006A6759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2E8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6947"/>
    <w:rsid w:val="008D2C7F"/>
    <w:rsid w:val="008D4A84"/>
    <w:rsid w:val="008D7673"/>
    <w:rsid w:val="008E38D6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1325F"/>
    <w:rsid w:val="00A1484A"/>
    <w:rsid w:val="00A163E2"/>
    <w:rsid w:val="00A23DE4"/>
    <w:rsid w:val="00A24D50"/>
    <w:rsid w:val="00A30D27"/>
    <w:rsid w:val="00A31CFA"/>
    <w:rsid w:val="00A3501F"/>
    <w:rsid w:val="00A358F8"/>
    <w:rsid w:val="00A37CC2"/>
    <w:rsid w:val="00A37ECD"/>
    <w:rsid w:val="00A40C26"/>
    <w:rsid w:val="00A427D3"/>
    <w:rsid w:val="00A463F8"/>
    <w:rsid w:val="00A5287A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4D4D"/>
    <w:rsid w:val="00B0603C"/>
    <w:rsid w:val="00B12C00"/>
    <w:rsid w:val="00B2661D"/>
    <w:rsid w:val="00B32372"/>
    <w:rsid w:val="00B37D84"/>
    <w:rsid w:val="00B4044F"/>
    <w:rsid w:val="00B51A81"/>
    <w:rsid w:val="00B55194"/>
    <w:rsid w:val="00B5603A"/>
    <w:rsid w:val="00B610AE"/>
    <w:rsid w:val="00B70789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C02006"/>
    <w:rsid w:val="00C06178"/>
    <w:rsid w:val="00C16A23"/>
    <w:rsid w:val="00C17CCE"/>
    <w:rsid w:val="00C31699"/>
    <w:rsid w:val="00C34235"/>
    <w:rsid w:val="00C42BE3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93A70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5CDC"/>
    <w:rsid w:val="00E05F46"/>
    <w:rsid w:val="00E07D2D"/>
    <w:rsid w:val="00E10574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435E"/>
    <w:rsid w:val="00E47971"/>
    <w:rsid w:val="00E51C37"/>
    <w:rsid w:val="00E542D0"/>
    <w:rsid w:val="00E61A95"/>
    <w:rsid w:val="00E62E02"/>
    <w:rsid w:val="00E67C3C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E4FD5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266125F"/>
  <w14:defaultImageDpi w14:val="0"/>
  <w15:docId w15:val="{AFA66FE6-7A78-4EFA-924A-3D68C8299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qFormat/>
    <w:rsid w:val="00111F8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54F903BC053942BB3D6D08C3D9B3FC" ma:contentTypeVersion="" ma:contentTypeDescription="Vytvoří nový dokument" ma:contentTypeScope="" ma:versionID="39a3af735697827333dc4226a382dc90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2E8D6A-87EC-48C4-B929-0478A21BE8B0}">
  <ds:schemaRefs>
    <ds:schemaRef ds:uri="http://purl.org/dc/terms/"/>
    <ds:schemaRef ds:uri="$ListId:dokumentyvz;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1AD60796-47EC-4CBA-8532-971F517D61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98473E-4C29-46F3-9D6F-A26EBFE8F0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0</TotalTime>
  <Pages>3</Pages>
  <Words>240</Words>
  <Characters>1419</Characters>
  <Application>Microsoft Office Word</Application>
  <DocSecurity>4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Pelikán Krofta Kohoutek advokátní kancelář</Company>
  <LinksUpToDate>false</LinksUpToDate>
  <CharactersWithSpaces>1656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lcejchanova</dc:creator>
  <cp:lastModifiedBy>Štěpánková Martina</cp:lastModifiedBy>
  <cp:revision>2</cp:revision>
  <cp:lastPrinted>2008-06-11T13:40:00Z</cp:lastPrinted>
  <dcterms:created xsi:type="dcterms:W3CDTF">2018-02-26T14:43:00Z</dcterms:created>
  <dcterms:modified xsi:type="dcterms:W3CDTF">2018-02-26T14:43:00Z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0x0101002C54F903BC053942BB3D6D08C3D9B3FC</vt:lpwstr>
  </property>
</Properties>
</file>