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6F531B" w14:textId="77777777" w:rsidR="00D44239" w:rsidRDefault="00D44239">
      <w:bookmarkStart w:id="0" w:name="_GoBack"/>
      <w:bookmarkEnd w:id="0"/>
    </w:p>
    <w:p w14:paraId="4E6F531C" w14:textId="77777777" w:rsidR="004E17A7" w:rsidRDefault="004E17A7"/>
    <w:p w14:paraId="4E6F531D" w14:textId="77777777" w:rsidR="004E17A7" w:rsidRDefault="004E17A7"/>
    <w:p w14:paraId="4E6F531E" w14:textId="77777777" w:rsidR="008933F7" w:rsidRPr="00137586" w:rsidRDefault="008933F7" w:rsidP="008933F7">
      <w:pPr>
        <w:pStyle w:val="BodyText31"/>
        <w:jc w:val="center"/>
        <w:rPr>
          <w:rFonts w:ascii="Arial" w:hAnsi="Arial" w:cs="Arial"/>
          <w:b/>
          <w:caps/>
          <w:sz w:val="24"/>
          <w:szCs w:val="24"/>
          <w:shd w:val="clear" w:color="auto" w:fill="C0C0C0"/>
        </w:rPr>
      </w:pPr>
      <w:r w:rsidRPr="00137586">
        <w:rPr>
          <w:rFonts w:ascii="Arial" w:hAnsi="Arial" w:cs="Arial"/>
          <w:b/>
          <w:caps/>
          <w:sz w:val="24"/>
          <w:szCs w:val="24"/>
          <w:shd w:val="clear" w:color="auto" w:fill="D9D9D9"/>
        </w:rPr>
        <w:t>Krycí list nabídky</w:t>
      </w:r>
    </w:p>
    <w:p w14:paraId="4E6F531F" w14:textId="394BB501" w:rsidR="008933F7" w:rsidRPr="00137586" w:rsidRDefault="008933F7" w:rsidP="008933F7">
      <w:pPr>
        <w:jc w:val="center"/>
        <w:rPr>
          <w:rFonts w:ascii="Arial" w:hAnsi="Arial" w:cs="Arial"/>
          <w:b/>
        </w:rPr>
      </w:pPr>
      <w:r w:rsidRPr="00137586">
        <w:rPr>
          <w:rFonts w:ascii="Arial" w:hAnsi="Arial" w:cs="Arial"/>
        </w:rPr>
        <w:t xml:space="preserve">na veřejnou </w:t>
      </w:r>
      <w:r w:rsidRPr="00FC7C63">
        <w:rPr>
          <w:rFonts w:ascii="Arial" w:hAnsi="Arial" w:cs="Arial"/>
        </w:rPr>
        <w:t xml:space="preserve">zakázku </w:t>
      </w:r>
      <w:r w:rsidR="00E40FC5" w:rsidRPr="00FC7C63">
        <w:rPr>
          <w:rFonts w:ascii="Arial" w:hAnsi="Arial" w:cs="Arial"/>
          <w:b/>
        </w:rPr>
        <w:t>č. j. VZ24</w:t>
      </w:r>
      <w:r w:rsidRPr="00FC7C63">
        <w:rPr>
          <w:rFonts w:ascii="Arial" w:hAnsi="Arial" w:cs="Arial"/>
          <w:b/>
        </w:rPr>
        <w:t xml:space="preserve">/2017 </w:t>
      </w:r>
      <w:r w:rsidR="00E40FC5">
        <w:rPr>
          <w:rFonts w:ascii="Arial" w:hAnsi="Arial" w:cs="Arial"/>
          <w:b/>
        </w:rPr>
        <w:t xml:space="preserve">– Dodávka </w:t>
      </w:r>
      <w:r>
        <w:rPr>
          <w:rFonts w:ascii="Arial" w:hAnsi="Arial" w:cs="Arial"/>
          <w:b/>
        </w:rPr>
        <w:t xml:space="preserve">kancelářských potřeb </w:t>
      </w:r>
    </w:p>
    <w:p w14:paraId="4E6F5320" w14:textId="77777777" w:rsidR="008933F7" w:rsidRPr="00137586" w:rsidRDefault="008933F7" w:rsidP="008933F7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8933F7" w:rsidRPr="00137586" w14:paraId="4E6F5322" w14:textId="77777777" w:rsidTr="00F54CB8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4E6F5321" w14:textId="77777777" w:rsidR="008933F7" w:rsidRPr="00137586" w:rsidRDefault="008933F7" w:rsidP="00F54CB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7586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8933F7" w:rsidRPr="00137586" w14:paraId="4E6F5326" w14:textId="77777777" w:rsidTr="00F54CB8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4E6F5323" w14:textId="77777777" w:rsidR="008933F7" w:rsidRPr="00137586" w:rsidRDefault="008933F7" w:rsidP="00F54CB8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4E6F5324" w14:textId="77777777" w:rsidR="008933F7" w:rsidRPr="00137586" w:rsidRDefault="008933F7" w:rsidP="00F54CB8">
            <w:pPr>
              <w:rPr>
                <w:rFonts w:ascii="Arial" w:hAnsi="Arial" w:cs="Arial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4E6F5325" w14:textId="77777777" w:rsidR="008933F7" w:rsidRPr="00137586" w:rsidRDefault="008933F7" w:rsidP="00F54CB8">
            <w:pPr>
              <w:rPr>
                <w:rFonts w:ascii="Arial" w:hAnsi="Arial" w:cs="Arial"/>
              </w:rPr>
            </w:pPr>
          </w:p>
        </w:tc>
      </w:tr>
      <w:tr w:rsidR="008933F7" w:rsidRPr="00137586" w14:paraId="4E6F532C" w14:textId="77777777" w:rsidTr="00F54CB8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4E6F5327" w14:textId="77777777" w:rsidR="008933F7" w:rsidRPr="00137586" w:rsidRDefault="008933F7" w:rsidP="00F54CB8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4E6F5328" w14:textId="77777777" w:rsidR="008933F7" w:rsidRPr="00137586" w:rsidRDefault="008933F7" w:rsidP="00F54CB8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4E6F5329" w14:textId="77777777" w:rsidR="008933F7" w:rsidRPr="00137586" w:rsidRDefault="008933F7" w:rsidP="00F54CB8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4E6F532A" w14:textId="77777777" w:rsidR="008933F7" w:rsidRPr="00137586" w:rsidRDefault="008933F7" w:rsidP="00F54CB8">
            <w:pPr>
              <w:rPr>
                <w:rFonts w:ascii="Arial" w:hAnsi="Arial" w:cs="Arial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4E6F532B" w14:textId="77777777" w:rsidR="008933F7" w:rsidRPr="00137586" w:rsidRDefault="008933F7" w:rsidP="00F54CB8">
            <w:pPr>
              <w:rPr>
                <w:rFonts w:ascii="Arial" w:hAnsi="Arial" w:cs="Arial"/>
              </w:rPr>
            </w:pPr>
          </w:p>
        </w:tc>
      </w:tr>
      <w:tr w:rsidR="008933F7" w:rsidRPr="00137586" w14:paraId="4E6F532F" w14:textId="77777777" w:rsidTr="00F54CB8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4E6F532D" w14:textId="77777777" w:rsidR="008933F7" w:rsidRPr="00137586" w:rsidRDefault="008933F7" w:rsidP="00F54CB8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4E6F532E" w14:textId="77777777" w:rsidR="008933F7" w:rsidRPr="00137586" w:rsidRDefault="008933F7" w:rsidP="00F54CB8">
            <w:pPr>
              <w:rPr>
                <w:rFonts w:ascii="Arial" w:hAnsi="Arial" w:cs="Arial"/>
              </w:rPr>
            </w:pPr>
          </w:p>
        </w:tc>
      </w:tr>
      <w:tr w:rsidR="008933F7" w:rsidRPr="00137586" w14:paraId="4E6F5332" w14:textId="77777777" w:rsidTr="00F54CB8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4E6F5330" w14:textId="77777777" w:rsidR="008933F7" w:rsidRPr="00137586" w:rsidRDefault="008933F7" w:rsidP="00F54CB8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4E6F5331" w14:textId="77777777" w:rsidR="008933F7" w:rsidRPr="00137586" w:rsidRDefault="008933F7" w:rsidP="00F54CB8">
            <w:pPr>
              <w:rPr>
                <w:rFonts w:ascii="Arial" w:hAnsi="Arial" w:cs="Arial"/>
              </w:rPr>
            </w:pPr>
          </w:p>
        </w:tc>
      </w:tr>
      <w:tr w:rsidR="008933F7" w:rsidRPr="00137586" w14:paraId="4E6F5335" w14:textId="77777777" w:rsidTr="00F54CB8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4E6F5333" w14:textId="77777777" w:rsidR="008933F7" w:rsidRPr="00137586" w:rsidRDefault="008933F7" w:rsidP="00F54CB8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4E6F5334" w14:textId="77777777" w:rsidR="008933F7" w:rsidRPr="00137586" w:rsidRDefault="008933F7" w:rsidP="00F54CB8">
            <w:pPr>
              <w:rPr>
                <w:rFonts w:ascii="Arial" w:hAnsi="Arial" w:cs="Arial"/>
              </w:rPr>
            </w:pPr>
          </w:p>
        </w:tc>
      </w:tr>
      <w:tr w:rsidR="008933F7" w:rsidRPr="00137586" w14:paraId="4E6F5338" w14:textId="77777777" w:rsidTr="00F54CB8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4E6F5336" w14:textId="77777777" w:rsidR="008933F7" w:rsidRPr="00137586" w:rsidRDefault="008933F7" w:rsidP="00F54CB8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4E6F5337" w14:textId="77777777" w:rsidR="008933F7" w:rsidRPr="00137586" w:rsidRDefault="008933F7" w:rsidP="00F54CB8">
            <w:pPr>
              <w:rPr>
                <w:rFonts w:ascii="Arial" w:hAnsi="Arial" w:cs="Arial"/>
              </w:rPr>
            </w:pPr>
          </w:p>
        </w:tc>
      </w:tr>
      <w:tr w:rsidR="008933F7" w:rsidRPr="00137586" w14:paraId="4E6F533B" w14:textId="77777777" w:rsidTr="00F54CB8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4E6F5339" w14:textId="77777777" w:rsidR="008933F7" w:rsidRPr="00137586" w:rsidRDefault="008933F7" w:rsidP="00F54CB8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4E6F533A" w14:textId="77777777" w:rsidR="008933F7" w:rsidRPr="00137586" w:rsidRDefault="008933F7" w:rsidP="00F54CB8">
            <w:pPr>
              <w:rPr>
                <w:rFonts w:ascii="Arial" w:hAnsi="Arial" w:cs="Arial"/>
              </w:rPr>
            </w:pPr>
          </w:p>
        </w:tc>
      </w:tr>
      <w:tr w:rsidR="008933F7" w:rsidRPr="00137586" w14:paraId="4E6F533E" w14:textId="77777777" w:rsidTr="00F54CB8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4E6F533C" w14:textId="77777777" w:rsidR="008933F7" w:rsidRPr="00137586" w:rsidRDefault="008933F7" w:rsidP="00F54CB8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4E6F533D" w14:textId="77777777" w:rsidR="008933F7" w:rsidRPr="00137586" w:rsidRDefault="008933F7" w:rsidP="00F54CB8">
            <w:pPr>
              <w:rPr>
                <w:rFonts w:ascii="Arial" w:hAnsi="Arial" w:cs="Arial"/>
              </w:rPr>
            </w:pPr>
          </w:p>
        </w:tc>
      </w:tr>
      <w:tr w:rsidR="008933F7" w:rsidRPr="00137586" w14:paraId="4E6F5340" w14:textId="77777777" w:rsidTr="00F54CB8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4E6F533F" w14:textId="77777777" w:rsidR="008933F7" w:rsidRPr="00137586" w:rsidRDefault="008933F7" w:rsidP="00F54CB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7586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</w:p>
        </w:tc>
      </w:tr>
      <w:tr w:rsidR="008933F7" w:rsidRPr="00137586" w14:paraId="4E6F5344" w14:textId="77777777" w:rsidTr="00F54CB8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4E6F5341" w14:textId="77777777" w:rsidR="008933F7" w:rsidRPr="00137586" w:rsidRDefault="008933F7" w:rsidP="00F54CB8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4E6F5342" w14:textId="77777777" w:rsidR="008933F7" w:rsidRPr="00137586" w:rsidRDefault="008933F7" w:rsidP="00F54CB8">
            <w:pPr>
              <w:rPr>
                <w:rFonts w:ascii="Arial" w:hAnsi="Arial" w:cs="Arial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4E6F5343" w14:textId="77777777" w:rsidR="008933F7" w:rsidRPr="00137586" w:rsidRDefault="008933F7" w:rsidP="00F54CB8">
            <w:pPr>
              <w:rPr>
                <w:rFonts w:ascii="Arial" w:hAnsi="Arial" w:cs="Arial"/>
              </w:rPr>
            </w:pPr>
          </w:p>
        </w:tc>
      </w:tr>
      <w:tr w:rsidR="008933F7" w:rsidRPr="00137586" w14:paraId="4E6F534A" w14:textId="77777777" w:rsidTr="00F54CB8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4E6F5345" w14:textId="77777777" w:rsidR="008933F7" w:rsidRPr="00137586" w:rsidRDefault="008933F7" w:rsidP="00F54CB8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4E6F5346" w14:textId="77777777" w:rsidR="008933F7" w:rsidRPr="00137586" w:rsidRDefault="008933F7" w:rsidP="00F54CB8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4E6F5347" w14:textId="77777777" w:rsidR="008933F7" w:rsidRPr="00137586" w:rsidRDefault="008933F7" w:rsidP="00F54CB8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4E6F5348" w14:textId="77777777" w:rsidR="008933F7" w:rsidRPr="00137586" w:rsidRDefault="008933F7" w:rsidP="00F54CB8">
            <w:pPr>
              <w:rPr>
                <w:rFonts w:ascii="Arial" w:hAnsi="Arial" w:cs="Arial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4E6F5349" w14:textId="77777777" w:rsidR="008933F7" w:rsidRPr="00137586" w:rsidRDefault="008933F7" w:rsidP="00F54CB8">
            <w:pPr>
              <w:rPr>
                <w:rFonts w:ascii="Arial" w:hAnsi="Arial" w:cs="Arial"/>
              </w:rPr>
            </w:pPr>
          </w:p>
        </w:tc>
      </w:tr>
      <w:tr w:rsidR="008933F7" w:rsidRPr="00137586" w14:paraId="4E6F534D" w14:textId="77777777" w:rsidTr="00F54CB8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4E6F534B" w14:textId="77777777" w:rsidR="008933F7" w:rsidRPr="00137586" w:rsidRDefault="008933F7" w:rsidP="00F54CB8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4E6F534C" w14:textId="77777777" w:rsidR="008933F7" w:rsidRPr="00137586" w:rsidRDefault="008933F7" w:rsidP="00F54CB8">
            <w:pPr>
              <w:rPr>
                <w:rFonts w:ascii="Arial" w:hAnsi="Arial" w:cs="Arial"/>
              </w:rPr>
            </w:pPr>
          </w:p>
        </w:tc>
      </w:tr>
      <w:tr w:rsidR="008933F7" w:rsidRPr="00137586" w14:paraId="4E6F5350" w14:textId="77777777" w:rsidTr="00F54CB8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4E6F534E" w14:textId="77777777" w:rsidR="008933F7" w:rsidRPr="00137586" w:rsidRDefault="008933F7" w:rsidP="00F54CB8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4E6F534F" w14:textId="77777777" w:rsidR="008933F7" w:rsidRPr="00137586" w:rsidRDefault="008933F7" w:rsidP="00F54CB8">
            <w:pPr>
              <w:rPr>
                <w:rFonts w:ascii="Arial" w:hAnsi="Arial" w:cs="Arial"/>
              </w:rPr>
            </w:pPr>
          </w:p>
        </w:tc>
      </w:tr>
    </w:tbl>
    <w:p w14:paraId="4E6F5351" w14:textId="77777777" w:rsidR="008933F7" w:rsidRPr="00137586" w:rsidRDefault="008933F7" w:rsidP="008933F7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4E6F5352" w14:textId="77777777" w:rsidR="008933F7" w:rsidRPr="00137586" w:rsidRDefault="008933F7" w:rsidP="008933F7">
      <w:pPr>
        <w:rPr>
          <w:rFonts w:ascii="Arial" w:hAnsi="Arial" w:cs="Arial"/>
          <w:i/>
          <w:sz w:val="18"/>
          <w:szCs w:val="18"/>
        </w:rPr>
      </w:pPr>
      <w:r w:rsidRPr="00137586">
        <w:rPr>
          <w:rFonts w:ascii="Arial" w:hAnsi="Arial" w:cs="Arial"/>
          <w:i/>
          <w:sz w:val="18"/>
          <w:szCs w:val="18"/>
        </w:rPr>
        <w:t>* V případě více poddodavatelů přidá uchazeč do tabulky příslušné řádky.</w:t>
      </w:r>
    </w:p>
    <w:p w14:paraId="4E6F5353" w14:textId="77777777" w:rsidR="008933F7" w:rsidRPr="00137586" w:rsidRDefault="008933F7" w:rsidP="008933F7">
      <w:pPr>
        <w:rPr>
          <w:rFonts w:ascii="Arial" w:hAnsi="Arial" w:cs="Arial"/>
        </w:rPr>
      </w:pPr>
    </w:p>
    <w:p w14:paraId="4E6F5354" w14:textId="77777777" w:rsidR="008933F7" w:rsidRPr="00137586" w:rsidRDefault="008933F7" w:rsidP="008933F7">
      <w:pPr>
        <w:jc w:val="both"/>
        <w:outlineLvl w:val="0"/>
        <w:rPr>
          <w:rFonts w:ascii="Arial" w:hAnsi="Arial" w:cs="Arial"/>
        </w:rPr>
      </w:pPr>
    </w:p>
    <w:p w14:paraId="4E6F5355" w14:textId="77777777" w:rsidR="008933F7" w:rsidRPr="00137586" w:rsidRDefault="008933F7" w:rsidP="008933F7">
      <w:pPr>
        <w:jc w:val="both"/>
        <w:outlineLvl w:val="0"/>
        <w:rPr>
          <w:rFonts w:ascii="Arial" w:hAnsi="Arial" w:cs="Arial"/>
          <w:sz w:val="22"/>
          <w:szCs w:val="22"/>
        </w:rPr>
      </w:pPr>
      <w:r w:rsidRPr="00137586">
        <w:rPr>
          <w:rFonts w:ascii="Arial" w:hAnsi="Arial" w:cs="Arial"/>
          <w:sz w:val="22"/>
          <w:szCs w:val="22"/>
        </w:rPr>
        <w:t>V ………………</w:t>
      </w:r>
      <w:proofErr w:type="gramStart"/>
      <w:r w:rsidRPr="00137586">
        <w:rPr>
          <w:rFonts w:ascii="Arial" w:hAnsi="Arial" w:cs="Arial"/>
          <w:sz w:val="22"/>
          <w:szCs w:val="22"/>
        </w:rPr>
        <w:t>….. dne</w:t>
      </w:r>
      <w:proofErr w:type="gramEnd"/>
      <w:r w:rsidRPr="00137586">
        <w:rPr>
          <w:rFonts w:ascii="Arial" w:hAnsi="Arial" w:cs="Arial"/>
          <w:sz w:val="22"/>
          <w:szCs w:val="22"/>
        </w:rPr>
        <w:t xml:space="preserve"> ……………</w:t>
      </w:r>
    </w:p>
    <w:p w14:paraId="4E6F5356" w14:textId="77777777" w:rsidR="008933F7" w:rsidRPr="00137586" w:rsidRDefault="008933F7" w:rsidP="008933F7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4E6F5357" w14:textId="77777777" w:rsidR="008933F7" w:rsidRPr="00137586" w:rsidRDefault="008933F7" w:rsidP="008933F7">
      <w:pPr>
        <w:ind w:left="4956"/>
        <w:jc w:val="both"/>
        <w:rPr>
          <w:rFonts w:ascii="Arial" w:hAnsi="Arial" w:cs="Arial"/>
          <w:sz w:val="22"/>
          <w:szCs w:val="22"/>
        </w:rPr>
      </w:pPr>
      <w:r w:rsidRPr="00137586">
        <w:rPr>
          <w:rFonts w:ascii="Arial" w:hAnsi="Arial" w:cs="Arial"/>
          <w:sz w:val="22"/>
          <w:szCs w:val="22"/>
        </w:rPr>
        <w:t xml:space="preserve">    …………………………………….</w:t>
      </w:r>
    </w:p>
    <w:p w14:paraId="4E6F5358" w14:textId="77777777" w:rsidR="008933F7" w:rsidRPr="00137586" w:rsidRDefault="008933F7" w:rsidP="008933F7">
      <w:pPr>
        <w:ind w:left="4248"/>
        <w:jc w:val="center"/>
        <w:rPr>
          <w:rFonts w:ascii="Arial" w:hAnsi="Arial" w:cs="Arial"/>
          <w:sz w:val="22"/>
          <w:szCs w:val="22"/>
        </w:rPr>
      </w:pPr>
      <w:r w:rsidRPr="00137586">
        <w:rPr>
          <w:rFonts w:ascii="Arial" w:hAnsi="Arial" w:cs="Arial"/>
          <w:sz w:val="22"/>
          <w:szCs w:val="22"/>
        </w:rPr>
        <w:t>jméno a podpis oprávněné</w:t>
      </w:r>
      <w:r>
        <w:rPr>
          <w:rFonts w:ascii="Arial" w:hAnsi="Arial" w:cs="Arial"/>
          <w:sz w:val="22"/>
          <w:szCs w:val="22"/>
        </w:rPr>
        <w:t xml:space="preserve"> osoby</w:t>
      </w:r>
    </w:p>
    <w:p w14:paraId="4E6F5359" w14:textId="77777777" w:rsidR="008933F7" w:rsidRPr="00137586" w:rsidRDefault="008933F7" w:rsidP="008933F7">
      <w:pPr>
        <w:rPr>
          <w:rFonts w:ascii="Arial" w:hAnsi="Arial" w:cs="Arial"/>
        </w:rPr>
      </w:pPr>
      <w:r w:rsidRPr="00137586">
        <w:rPr>
          <w:rFonts w:ascii="Arial" w:hAnsi="Arial" w:cs="Arial"/>
        </w:rPr>
        <w:tab/>
      </w:r>
    </w:p>
    <w:p w14:paraId="4E6F535A" w14:textId="77777777" w:rsidR="008933F7" w:rsidRPr="00137586" w:rsidRDefault="008933F7" w:rsidP="008933F7">
      <w:pPr>
        <w:rPr>
          <w:rFonts w:ascii="Arial" w:hAnsi="Arial" w:cs="Arial"/>
        </w:rPr>
      </w:pPr>
    </w:p>
    <w:p w14:paraId="4E6F535B" w14:textId="77777777" w:rsidR="008933F7" w:rsidRDefault="008933F7" w:rsidP="008933F7"/>
    <w:p w14:paraId="4E6F535C" w14:textId="77777777" w:rsidR="004E17A7" w:rsidRDefault="004E17A7"/>
    <w:p w14:paraId="4E6F535D" w14:textId="77777777" w:rsidR="004E17A7" w:rsidRPr="001137C9" w:rsidRDefault="004E17A7"/>
    <w:p w14:paraId="4E6F535E" w14:textId="77777777" w:rsidR="005F5B3B" w:rsidRPr="001137C9" w:rsidRDefault="005F5B3B" w:rsidP="001137C9">
      <w:pPr>
        <w:rPr>
          <w:sz w:val="18"/>
          <w:szCs w:val="18"/>
        </w:rPr>
      </w:pPr>
    </w:p>
    <w:p w14:paraId="4E6F535F" w14:textId="77777777" w:rsidR="003A581C" w:rsidRPr="008933F7" w:rsidRDefault="003A581C" w:rsidP="001137C9">
      <w:pPr>
        <w:rPr>
          <w:color w:val="FF0000"/>
          <w:sz w:val="20"/>
          <w:szCs w:val="20"/>
        </w:rPr>
        <w:sectPr w:rsidR="003A581C" w:rsidRPr="008933F7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14:paraId="4E6F5360" w14:textId="77777777" w:rsidR="001648E6" w:rsidRPr="008933F7" w:rsidRDefault="001648E6" w:rsidP="001137C9">
      <w:pPr>
        <w:rPr>
          <w:sz w:val="20"/>
          <w:szCs w:val="20"/>
        </w:rPr>
      </w:pPr>
    </w:p>
    <w:sectPr w:rsidR="001648E6" w:rsidRPr="008933F7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6F5363" w14:textId="77777777" w:rsidR="00086154" w:rsidRDefault="00086154">
      <w:r>
        <w:separator/>
      </w:r>
    </w:p>
  </w:endnote>
  <w:endnote w:type="continuationSeparator" w:id="0">
    <w:p w14:paraId="4E6F5364" w14:textId="77777777" w:rsidR="00086154" w:rsidRDefault="000861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6F5366" w14:textId="77777777" w:rsidR="003D5020" w:rsidRDefault="003D5020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E6F5367" w14:textId="77777777"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6F5368" w14:textId="77777777"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6F536C" w14:textId="77777777"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6F5361" w14:textId="77777777" w:rsidR="00086154" w:rsidRDefault="00086154">
      <w:r>
        <w:separator/>
      </w:r>
    </w:p>
  </w:footnote>
  <w:footnote w:type="continuationSeparator" w:id="0">
    <w:p w14:paraId="4E6F5362" w14:textId="77777777" w:rsidR="00086154" w:rsidRDefault="000861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6F5365" w14:textId="77777777"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6F5369" w14:textId="77777777" w:rsidR="00D44239" w:rsidRDefault="00D44239" w:rsidP="008D7673">
    <w:pPr>
      <w:pStyle w:val="Zhlav"/>
      <w:jc w:val="center"/>
      <w:rPr>
        <w:b/>
      </w:rPr>
    </w:pPr>
  </w:p>
  <w:p w14:paraId="4E6F536A" w14:textId="77777777" w:rsidR="00D44239" w:rsidRDefault="00D44239" w:rsidP="008D7673">
    <w:pPr>
      <w:pStyle w:val="Zhlav"/>
      <w:jc w:val="center"/>
      <w:rPr>
        <w:b/>
      </w:rPr>
    </w:pPr>
  </w:p>
  <w:p w14:paraId="4E6F536B" w14:textId="77777777" w:rsidR="003D5020" w:rsidRPr="001137C9" w:rsidRDefault="00BC04C5" w:rsidP="00B0603C">
    <w:pPr>
      <w:pStyle w:val="Zhlav"/>
      <w:tabs>
        <w:tab w:val="clear" w:pos="4536"/>
        <w:tab w:val="clear" w:pos="9072"/>
        <w:tab w:val="right" w:pos="9070"/>
      </w:tabs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 wp14:anchorId="4E6F536D" wp14:editId="4E6F536E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E17A7">
      <w:rPr>
        <w:b/>
      </w:rPr>
      <w:tab/>
      <w:t xml:space="preserve">Příloha č. 1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154"/>
    <w:rsid w:val="00086B5B"/>
    <w:rsid w:val="00086F99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A3A43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201570"/>
    <w:rsid w:val="00203C09"/>
    <w:rsid w:val="00204BF8"/>
    <w:rsid w:val="002064F3"/>
    <w:rsid w:val="00206B3F"/>
    <w:rsid w:val="002116DD"/>
    <w:rsid w:val="002123D8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E1472"/>
    <w:rsid w:val="004E17A7"/>
    <w:rsid w:val="004E5527"/>
    <w:rsid w:val="004F14F4"/>
    <w:rsid w:val="004F265A"/>
    <w:rsid w:val="00501AB8"/>
    <w:rsid w:val="00503E1B"/>
    <w:rsid w:val="00511F15"/>
    <w:rsid w:val="00524391"/>
    <w:rsid w:val="00530405"/>
    <w:rsid w:val="00531CFD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5D21"/>
    <w:rsid w:val="005907C7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67077"/>
    <w:rsid w:val="00672B91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70CCE"/>
    <w:rsid w:val="00874B02"/>
    <w:rsid w:val="00884A29"/>
    <w:rsid w:val="0089004B"/>
    <w:rsid w:val="008933F7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6947"/>
    <w:rsid w:val="008D2C7F"/>
    <w:rsid w:val="008D4A84"/>
    <w:rsid w:val="008D7673"/>
    <w:rsid w:val="008E38D6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287A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B04D4D"/>
    <w:rsid w:val="00B0603C"/>
    <w:rsid w:val="00B12C00"/>
    <w:rsid w:val="00B2661D"/>
    <w:rsid w:val="00B32372"/>
    <w:rsid w:val="00B37D84"/>
    <w:rsid w:val="00B4044F"/>
    <w:rsid w:val="00B51A81"/>
    <w:rsid w:val="00B55194"/>
    <w:rsid w:val="00B5603A"/>
    <w:rsid w:val="00B610AE"/>
    <w:rsid w:val="00B70789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C02006"/>
    <w:rsid w:val="00C06178"/>
    <w:rsid w:val="00C16A23"/>
    <w:rsid w:val="00C17CCE"/>
    <w:rsid w:val="00C31699"/>
    <w:rsid w:val="00C34235"/>
    <w:rsid w:val="00C42BE3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4B43"/>
    <w:rsid w:val="00DB6A42"/>
    <w:rsid w:val="00DC4367"/>
    <w:rsid w:val="00DE0719"/>
    <w:rsid w:val="00DF0D9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0FC5"/>
    <w:rsid w:val="00E4435E"/>
    <w:rsid w:val="00E47971"/>
    <w:rsid w:val="00E51C37"/>
    <w:rsid w:val="00E542D0"/>
    <w:rsid w:val="00E61A95"/>
    <w:rsid w:val="00E62E02"/>
    <w:rsid w:val="00E67C3C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31DC"/>
    <w:rsid w:val="00F55F58"/>
    <w:rsid w:val="00F56536"/>
    <w:rsid w:val="00F57804"/>
    <w:rsid w:val="00F605D0"/>
    <w:rsid w:val="00F62D55"/>
    <w:rsid w:val="00F64865"/>
    <w:rsid w:val="00F67CEB"/>
    <w:rsid w:val="00F7026F"/>
    <w:rsid w:val="00F73570"/>
    <w:rsid w:val="00F74A6B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C7C63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E6F531B"/>
  <w14:defaultImageDpi w14:val="0"/>
  <w15:docId w15:val="{AFA66FE6-7A78-4EFA-924A-3D68C8299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qFormat/>
    <w:rsid w:val="00111F86"/>
    <w:pPr>
      <w:ind w:left="708"/>
    </w:pPr>
  </w:style>
  <w:style w:type="paragraph" w:customStyle="1" w:styleId="BodyText31">
    <w:name w:val="Body Text 31"/>
    <w:basedOn w:val="Normln"/>
    <w:rsid w:val="008933F7"/>
    <w:pPr>
      <w:suppressAutoHyphens/>
      <w:spacing w:after="120"/>
    </w:pPr>
    <w:rPr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65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3DCDE91C48FA4284CB88AE2BB0E288" ma:contentTypeVersion="" ma:contentTypeDescription="Vytvoří nový dokument" ma:contentTypeScope="" ma:versionID="1adb885c58b813979778b129b79d8cd9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07A5F9A4-F091-4755-AD52-CCCAF60F40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E3C9ED-B095-45F6-97D6-E79A18F137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C17EB3-C661-4C36-82ED-A5E3C65E5C20}">
  <ds:schemaRefs>
    <ds:schemaRef ds:uri="http://www.w3.org/XML/1998/namespace"/>
    <ds:schemaRef ds:uri="http://purl.org/dc/dcmitype/"/>
    <ds:schemaRef ds:uri="$ListId:dokumentyvz;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0</TotalTime>
  <Pages>1</Pages>
  <Words>119</Words>
  <Characters>707</Characters>
  <Application>Microsoft Office Word</Application>
  <DocSecurity>4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Pelikán Krofta Kohoutek advokátní kancelář</Company>
  <LinksUpToDate>false</LinksUpToDate>
  <CharactersWithSpaces>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lcejchanova</dc:creator>
  <cp:lastModifiedBy>Štěpánková Martina</cp:lastModifiedBy>
  <cp:revision>2</cp:revision>
  <cp:lastPrinted>2008-06-11T13:40:00Z</cp:lastPrinted>
  <dcterms:created xsi:type="dcterms:W3CDTF">2017-12-20T13:26:00Z</dcterms:created>
  <dcterms:modified xsi:type="dcterms:W3CDTF">2017-12-20T13:26:00Z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0x010100D23DCDE91C48FA4284CB88AE2BB0E288</vt:lpwstr>
  </property>
</Properties>
</file>